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A26" w:rsidRPr="00381443" w:rsidRDefault="00B00A26" w:rsidP="00FA0F1F">
      <w:pPr>
        <w:spacing w:line="480" w:lineRule="auto"/>
        <w:rPr>
          <w:i/>
          <w:iCs/>
          <w:sz w:val="24"/>
          <w:szCs w:val="24"/>
        </w:rPr>
      </w:pPr>
      <w:r w:rsidRPr="00007328">
        <w:rPr>
          <w:sz w:val="24"/>
          <w:szCs w:val="24"/>
        </w:rPr>
        <w:tab/>
      </w:r>
      <w:r w:rsidRPr="00007328">
        <w:rPr>
          <w:sz w:val="24"/>
          <w:szCs w:val="24"/>
        </w:rPr>
        <w:tab/>
      </w:r>
      <w:r w:rsidRPr="00381443">
        <w:rPr>
          <w:i/>
          <w:iCs/>
          <w:sz w:val="24"/>
          <w:szCs w:val="24"/>
        </w:rPr>
        <w:t xml:space="preserve">Demon knights </w:t>
      </w:r>
    </w:p>
    <w:p w:rsidR="00B00A26" w:rsidRPr="00381443" w:rsidRDefault="00B00A26" w:rsidP="00FA0F1F">
      <w:pPr>
        <w:spacing w:line="480" w:lineRule="auto"/>
        <w:rPr>
          <w:i/>
          <w:iCs/>
          <w:color w:val="FF0000"/>
          <w:sz w:val="24"/>
          <w:szCs w:val="24"/>
        </w:rPr>
      </w:pPr>
      <w:r w:rsidRPr="00381443">
        <w:rPr>
          <w:i/>
          <w:iCs/>
          <w:sz w:val="24"/>
          <w:szCs w:val="24"/>
        </w:rPr>
        <w:tab/>
      </w:r>
      <w:r w:rsidRPr="00381443">
        <w:rPr>
          <w:i/>
          <w:iCs/>
          <w:sz w:val="24"/>
          <w:szCs w:val="24"/>
        </w:rPr>
        <w:tab/>
      </w:r>
      <w:r w:rsidRPr="00381443">
        <w:rPr>
          <w:i/>
          <w:iCs/>
          <w:sz w:val="24"/>
          <w:szCs w:val="24"/>
        </w:rPr>
        <w:tab/>
      </w:r>
      <w:r w:rsidRPr="00381443">
        <w:rPr>
          <w:i/>
          <w:iCs/>
          <w:color w:val="FF0000"/>
          <w:sz w:val="24"/>
          <w:szCs w:val="24"/>
        </w:rPr>
        <w:t>They fight demons</w:t>
      </w:r>
      <w:r w:rsidRPr="00381443">
        <w:rPr>
          <w:i/>
          <w:iCs/>
          <w:color w:val="FF0000"/>
          <w:sz w:val="24"/>
          <w:szCs w:val="24"/>
        </w:rPr>
        <w:tab/>
      </w:r>
      <w:r w:rsidRPr="00381443">
        <w:rPr>
          <w:i/>
          <w:iCs/>
          <w:color w:val="FF0000"/>
          <w:sz w:val="24"/>
          <w:szCs w:val="24"/>
        </w:rPr>
        <w:tab/>
      </w:r>
    </w:p>
    <w:p w:rsidR="00B00A26" w:rsidRPr="00381443" w:rsidRDefault="00B00A26" w:rsidP="00FA0F1F">
      <w:pPr>
        <w:spacing w:line="480" w:lineRule="auto"/>
        <w:rPr>
          <w:i/>
          <w:iCs/>
          <w:sz w:val="24"/>
          <w:szCs w:val="24"/>
        </w:rPr>
      </w:pPr>
      <w:r w:rsidRPr="00381443">
        <w:rPr>
          <w:i/>
          <w:iCs/>
          <w:sz w:val="24"/>
          <w:szCs w:val="24"/>
        </w:rPr>
        <w:t>By: Lawrence Lipka</w:t>
      </w:r>
    </w:p>
    <w:p w:rsidR="00B00A26" w:rsidRPr="00381443" w:rsidRDefault="00B00A26" w:rsidP="00FA0F1F">
      <w:pPr>
        <w:spacing w:line="480" w:lineRule="auto"/>
        <w:ind w:firstLine="720"/>
        <w:rPr>
          <w:sz w:val="24"/>
          <w:szCs w:val="24"/>
        </w:rPr>
      </w:pPr>
      <w:r w:rsidRPr="00381443">
        <w:rPr>
          <w:sz w:val="24"/>
          <w:szCs w:val="24"/>
        </w:rPr>
        <w:t>Hello journal this is the time of chaos if someone survives and if I don’t, read this. This is my life and every inch of it these stories have to be passed on.  First let’s start to the very beg</w:t>
      </w:r>
      <w:r>
        <w:rPr>
          <w:sz w:val="24"/>
          <w:szCs w:val="24"/>
        </w:rPr>
        <w:t>in</w:t>
      </w:r>
      <w:r w:rsidRPr="00381443">
        <w:rPr>
          <w:sz w:val="24"/>
          <w:szCs w:val="24"/>
        </w:rPr>
        <w:t>ning when it all happened. It was year 2014 living in peace until it came. It was a bomb when it blew up there wasn’t many survivors I was only 3 when I lost my family. I call it the demon king, king of all demons yes the bomb was demons. All I remember is when the bomb came and my mother and father protected me and my sister we were special we had powers unormal powers so as they were fighting my mom and dad looked at me and my sister for the last time and said to my sister Casy, “Take your brother and run far away” (with fire on the walls and everywhere) she took me, and I never saw my parents again.</w:t>
      </w:r>
    </w:p>
    <w:p w:rsidR="00B00A26" w:rsidRPr="00381443" w:rsidRDefault="00B00A26" w:rsidP="00FA0F1F">
      <w:pPr>
        <w:spacing w:line="480" w:lineRule="auto"/>
        <w:ind w:firstLine="720"/>
        <w:rPr>
          <w:sz w:val="24"/>
          <w:szCs w:val="24"/>
        </w:rPr>
      </w:pPr>
      <w:r w:rsidRPr="00381443">
        <w:rPr>
          <w:sz w:val="24"/>
          <w:szCs w:val="24"/>
        </w:rPr>
        <w:t xml:space="preserve">Running through the woods going on and on, we had a note from our parents. While I was in my sisters arms she said </w:t>
      </w:r>
    </w:p>
    <w:p w:rsidR="00B00A26" w:rsidRPr="00381443" w:rsidRDefault="00B00A26" w:rsidP="00FA0F1F">
      <w:pPr>
        <w:spacing w:line="480" w:lineRule="auto"/>
        <w:ind w:firstLine="720"/>
        <w:rPr>
          <w:sz w:val="24"/>
          <w:szCs w:val="24"/>
        </w:rPr>
      </w:pPr>
      <w:r w:rsidRPr="00381443">
        <w:rPr>
          <w:sz w:val="24"/>
          <w:szCs w:val="24"/>
        </w:rPr>
        <w:t xml:space="preserve">“You’ll be okay you’ll we okay.” As we read the note it’s like if our parents knew it was going to happen. Everything went well until FX. Scream we were attacked by a demon it got my sister she said, “Run and live on brother and she gave me the note then she told me to run.” </w:t>
      </w:r>
    </w:p>
    <w:p w:rsidR="00B00A26" w:rsidRPr="00381443" w:rsidRDefault="00B00A26" w:rsidP="00FA0F1F">
      <w:pPr>
        <w:spacing w:line="480" w:lineRule="auto"/>
        <w:ind w:firstLine="720"/>
        <w:rPr>
          <w:sz w:val="24"/>
          <w:szCs w:val="24"/>
        </w:rPr>
      </w:pPr>
      <w:r w:rsidRPr="00381443">
        <w:rPr>
          <w:sz w:val="24"/>
          <w:szCs w:val="24"/>
        </w:rPr>
        <w:t>With a tear in her eye she said, “You you’ll be okay. Avenge our family by living on please.”  I ran as fast as I could, because I learned how to run by then. I ran and ran and heard a scream.  I cried and I kept going even though I wanted to go back I kept what she said as a promise. I went far, far away I was intelligent to so I’m following the note.</w:t>
      </w:r>
    </w:p>
    <w:p w:rsidR="00B00A26" w:rsidRPr="00381443" w:rsidRDefault="00B00A26" w:rsidP="00FA0F1F">
      <w:pPr>
        <w:spacing w:after="0" w:line="480" w:lineRule="auto"/>
        <w:ind w:firstLine="720"/>
        <w:rPr>
          <w:sz w:val="24"/>
          <w:szCs w:val="24"/>
        </w:rPr>
      </w:pPr>
      <w:r w:rsidRPr="00381443">
        <w:rPr>
          <w:sz w:val="24"/>
          <w:szCs w:val="24"/>
        </w:rPr>
        <w:t xml:space="preserve">I ran and ran for days until I tripped over a rock and went down a hill. I Said, “I’m too tired” sobbing while (rain was falling on me). I got some leafs ad sticks and made a little bed crawling in it and I cried because I have just lost my family. I tried to sleep but I heard lots of animal noises. !suddenly! I heard a noise that that startled me from the bushes. I got up and I was papered to fight .it was a little boy my age crawled out the bushes. I said greet fully </w:t>
      </w:r>
    </w:p>
    <w:p w:rsidR="00B00A26" w:rsidRPr="00381443" w:rsidRDefault="00B00A26" w:rsidP="00FA0F1F">
      <w:pPr>
        <w:spacing w:after="0" w:line="480" w:lineRule="auto"/>
        <w:ind w:firstLine="720"/>
        <w:rPr>
          <w:sz w:val="24"/>
          <w:szCs w:val="24"/>
        </w:rPr>
      </w:pPr>
      <w:r w:rsidRPr="00381443">
        <w:rPr>
          <w:sz w:val="24"/>
          <w:szCs w:val="24"/>
        </w:rPr>
        <w:t xml:space="preserve">“Hi my name is keeth,” the strange boy shyly said. </w:t>
      </w:r>
    </w:p>
    <w:p w:rsidR="00B00A26" w:rsidRPr="00381443" w:rsidRDefault="00B00A26" w:rsidP="00FA0F1F">
      <w:pPr>
        <w:spacing w:after="0" w:line="480" w:lineRule="auto"/>
        <w:ind w:firstLine="720"/>
        <w:rPr>
          <w:sz w:val="24"/>
          <w:szCs w:val="24"/>
        </w:rPr>
      </w:pPr>
      <w:r w:rsidRPr="00381443">
        <w:rPr>
          <w:sz w:val="24"/>
          <w:szCs w:val="24"/>
        </w:rPr>
        <w:t>“H- hi,” he said. “I’m Patrick.” We sat down and we told each other stories what happened and how we got here. Turns out he</w:t>
      </w:r>
      <w:r>
        <w:rPr>
          <w:sz w:val="24"/>
          <w:szCs w:val="24"/>
        </w:rPr>
        <w:t xml:space="preserve"> tripped on the same rock I did r</w:t>
      </w:r>
      <w:r w:rsidRPr="00381443">
        <w:rPr>
          <w:sz w:val="24"/>
          <w:szCs w:val="24"/>
        </w:rPr>
        <w:t xml:space="preserve">ight after me. It was midnight about so we went out got some logs and broke branches and got sticks from the bushes it was easy because he was special too. And we put the logs up around this tree. We called it the fort of friend ship. We smiled. It had leaves on the top so the rain wouldn’t fall on us and logs around this tree and we would climb and get some berries or food. By the time we were done there it was like 3 am so we crawled in laid down in the soft grassy dirt and I looked at pat and smiled and sleepily said “I’m happy I’m not alone” and gently shut my eyes and went to sleep. He did also </w:t>
      </w:r>
    </w:p>
    <w:p w:rsidR="00B00A26" w:rsidRPr="00381443" w:rsidRDefault="00B00A26" w:rsidP="00FA0F1F">
      <w:pPr>
        <w:spacing w:after="0" w:line="480" w:lineRule="auto"/>
        <w:ind w:firstLine="720"/>
        <w:rPr>
          <w:sz w:val="24"/>
          <w:szCs w:val="24"/>
        </w:rPr>
      </w:pPr>
      <w:r w:rsidRPr="00381443">
        <w:rPr>
          <w:sz w:val="24"/>
          <w:szCs w:val="24"/>
        </w:rPr>
        <w:t xml:space="preserve">Next morning I went back to sleep while we were supposed to go for food and water but I just was so tired I stayed in bed. then a bump hit the fort and bam the fort collapsed  “ha-ha” I said with a deep breath and sigh it was made out of sticks and ooooowwwww I noticed a bump on my head a log must of fell on my head suddenly I heard a noise I said “who goes there”? Itching my head I heard a cry so I climbed up the tree and looked down and say a cute little fuzzy white ball it looked harmful but it was a demon. It was injured. Pat got back and dropped everything he said </w:t>
      </w:r>
    </w:p>
    <w:p w:rsidR="00B00A26" w:rsidRPr="00381443" w:rsidRDefault="00B00A26" w:rsidP="00FA0F1F">
      <w:pPr>
        <w:spacing w:after="0" w:line="480" w:lineRule="auto"/>
        <w:ind w:firstLine="720"/>
        <w:rPr>
          <w:sz w:val="24"/>
          <w:szCs w:val="24"/>
        </w:rPr>
      </w:pPr>
      <w:r w:rsidRPr="00381443">
        <w:rPr>
          <w:sz w:val="24"/>
          <w:szCs w:val="24"/>
        </w:rPr>
        <w:t xml:space="preserve">“What happened there’s a demon”  </w:t>
      </w:r>
    </w:p>
    <w:p w:rsidR="00B00A26" w:rsidRPr="00381443" w:rsidRDefault="00B00A26" w:rsidP="00FA0F1F">
      <w:pPr>
        <w:spacing w:after="0" w:line="480" w:lineRule="auto"/>
        <w:ind w:firstLine="720"/>
        <w:rPr>
          <w:sz w:val="24"/>
          <w:szCs w:val="24"/>
        </w:rPr>
      </w:pPr>
      <w:r w:rsidRPr="00381443">
        <w:rPr>
          <w:sz w:val="24"/>
          <w:szCs w:val="24"/>
        </w:rPr>
        <w:t xml:space="preserve">“But wait don’t fight it yet it might be nice” I said. I spoke out loud and I am a person of all nature big or small or Evan harmful animals I trust hehe because I love them. I said “he fell from the same rock” </w:t>
      </w:r>
    </w:p>
    <w:p w:rsidR="00B00A26" w:rsidRPr="00381443" w:rsidRDefault="00B00A26" w:rsidP="00FA0F1F">
      <w:pPr>
        <w:spacing w:after="0" w:line="480" w:lineRule="auto"/>
        <w:ind w:firstLine="720"/>
        <w:rPr>
          <w:sz w:val="24"/>
          <w:szCs w:val="24"/>
        </w:rPr>
      </w:pPr>
      <w:r w:rsidRPr="00381443">
        <w:rPr>
          <w:sz w:val="24"/>
          <w:szCs w:val="24"/>
        </w:rPr>
        <w:t xml:space="preserve">Pat wonderly said “how do u know” </w:t>
      </w:r>
    </w:p>
    <w:p w:rsidR="00B00A26" w:rsidRPr="00381443" w:rsidRDefault="00B00A26" w:rsidP="00FA0F1F">
      <w:pPr>
        <w:spacing w:after="0" w:line="480" w:lineRule="auto"/>
        <w:ind w:firstLine="720"/>
        <w:rPr>
          <w:sz w:val="24"/>
          <w:szCs w:val="24"/>
        </w:rPr>
      </w:pPr>
      <w:r w:rsidRPr="00381443">
        <w:rPr>
          <w:sz w:val="24"/>
          <w:szCs w:val="24"/>
        </w:rPr>
        <w:t xml:space="preserve">I said “I saw a track from there hehehehhehe”. And it injured its leg and had something on his head. Pat said </w:t>
      </w:r>
    </w:p>
    <w:p w:rsidR="00B00A26" w:rsidRPr="00381443" w:rsidRDefault="00B00A26" w:rsidP="00FA0F1F">
      <w:pPr>
        <w:spacing w:after="0" w:line="480" w:lineRule="auto"/>
        <w:ind w:firstLine="720"/>
        <w:rPr>
          <w:sz w:val="24"/>
          <w:szCs w:val="24"/>
        </w:rPr>
      </w:pPr>
      <w:r w:rsidRPr="00381443">
        <w:rPr>
          <w:sz w:val="24"/>
          <w:szCs w:val="24"/>
        </w:rPr>
        <w:t>“That’s a bump on his head dummy”. “</w:t>
      </w:r>
    </w:p>
    <w:p w:rsidR="00B00A26" w:rsidRPr="00381443" w:rsidRDefault="00B00A26" w:rsidP="00FA0F1F">
      <w:pPr>
        <w:spacing w:after="0" w:line="480" w:lineRule="auto"/>
        <w:ind w:firstLine="720"/>
        <w:rPr>
          <w:sz w:val="24"/>
          <w:szCs w:val="24"/>
        </w:rPr>
      </w:pPr>
      <w:r w:rsidRPr="00381443">
        <w:rPr>
          <w:sz w:val="24"/>
          <w:szCs w:val="24"/>
        </w:rPr>
        <w:t>Oh jess you don’t to be so mean I said”. “</w:t>
      </w:r>
    </w:p>
    <w:p w:rsidR="00B00A26" w:rsidRPr="00381443" w:rsidRDefault="00B00A26" w:rsidP="00FA0F1F">
      <w:pPr>
        <w:spacing w:after="0" w:line="480" w:lineRule="auto"/>
        <w:ind w:firstLine="720"/>
        <w:rPr>
          <w:sz w:val="24"/>
          <w:szCs w:val="24"/>
        </w:rPr>
      </w:pPr>
      <w:r w:rsidRPr="00381443">
        <w:rPr>
          <w:sz w:val="24"/>
          <w:szCs w:val="24"/>
        </w:rPr>
        <w:t xml:space="preserve">I didn’t mean it like that”. </w:t>
      </w:r>
    </w:p>
    <w:p w:rsidR="00B00A26" w:rsidRPr="00381443" w:rsidRDefault="00B00A26" w:rsidP="00FA0F1F">
      <w:pPr>
        <w:spacing w:after="0" w:line="480" w:lineRule="auto"/>
        <w:ind w:firstLine="720"/>
        <w:rPr>
          <w:sz w:val="24"/>
          <w:szCs w:val="24"/>
        </w:rPr>
      </w:pPr>
      <w:r w:rsidRPr="00381443">
        <w:rPr>
          <w:sz w:val="24"/>
          <w:szCs w:val="24"/>
        </w:rPr>
        <w:t xml:space="preserve">Oh I said. Well let’s check it out Evan though they killed my family we can’t let it sit here it’s really injured. We went closer and it tried to run away but it fell when it barley stood up. I said its okay in a soft voice while it was trying to crawl away. It seemed like it had no parents because they would be here by now and it was very small and young. The demon looked cute with puffy fur (I got a stick and poked it) </w:t>
      </w:r>
    </w:p>
    <w:p w:rsidR="00B00A26" w:rsidRPr="00381443" w:rsidRDefault="00B00A26" w:rsidP="00FA0F1F">
      <w:pPr>
        <w:spacing w:after="0" w:line="480" w:lineRule="auto"/>
        <w:ind w:firstLine="720"/>
        <w:rPr>
          <w:sz w:val="24"/>
          <w:szCs w:val="24"/>
        </w:rPr>
      </w:pPr>
      <w:r w:rsidRPr="00381443">
        <w:rPr>
          <w:sz w:val="24"/>
          <w:szCs w:val="24"/>
        </w:rPr>
        <w:t xml:space="preserve">“Pat said don’t do that”. It was about two feet tall and harmless. I saw there was a needle in his foot and so I crept over his shoulder while he was rolled over and said </w:t>
      </w:r>
    </w:p>
    <w:p w:rsidR="00B00A26" w:rsidRPr="00381443" w:rsidRDefault="00B00A26" w:rsidP="00FA0F1F">
      <w:pPr>
        <w:spacing w:after="0" w:line="480" w:lineRule="auto"/>
        <w:ind w:firstLine="720"/>
        <w:rPr>
          <w:sz w:val="24"/>
          <w:szCs w:val="24"/>
        </w:rPr>
      </w:pPr>
      <w:r w:rsidRPr="00381443">
        <w:rPr>
          <w:sz w:val="24"/>
          <w:szCs w:val="24"/>
        </w:rPr>
        <w:t xml:space="preserve">“It’s okay I won’t hurt you I guess if you don’t harm me”. It stayed there because it couldn’t walk. Pat pointed on his leg he was bleeding a little. I said “we have to do something and fast so first things first” I said again we have to get that needle out of his foot me and pat went over and tried to pull the needle out but we stopped because it hurt him so I said “one more time” three two one we ripped it out sorry I said it yelled for a second or to then stopped and could stand up but it still couldn’t walk and his belly rumbled we got the supplies from off the ground and feed him. “I whispered to pat he’s like a dog I think cause I never had one”. </w:t>
      </w:r>
    </w:p>
    <w:p w:rsidR="00B00A26" w:rsidRPr="00381443" w:rsidRDefault="00B00A26" w:rsidP="00FA0F1F">
      <w:pPr>
        <w:spacing w:after="0" w:line="480" w:lineRule="auto"/>
        <w:ind w:firstLine="720"/>
        <w:rPr>
          <w:sz w:val="24"/>
          <w:szCs w:val="24"/>
        </w:rPr>
      </w:pPr>
      <w:r w:rsidRPr="00381443">
        <w:rPr>
          <w:sz w:val="24"/>
          <w:szCs w:val="24"/>
        </w:rPr>
        <w:t xml:space="preserve">Pat replied “I had one yea he’s kind of”. We sat down and thinked what to do with him. </w:t>
      </w:r>
    </w:p>
    <w:p w:rsidR="00B00A26" w:rsidRPr="00381443" w:rsidRDefault="00B00A26" w:rsidP="00FA0F1F">
      <w:pPr>
        <w:spacing w:after="0" w:line="480" w:lineRule="auto"/>
        <w:ind w:firstLine="720"/>
        <w:rPr>
          <w:sz w:val="24"/>
          <w:szCs w:val="24"/>
        </w:rPr>
      </w:pPr>
      <w:r w:rsidRPr="00381443">
        <w:rPr>
          <w:sz w:val="24"/>
          <w:szCs w:val="24"/>
        </w:rPr>
        <w:t xml:space="preserve">“I got an Idea ahh can we keep him saying with my checks puffed up”. </w:t>
      </w:r>
    </w:p>
    <w:p w:rsidR="00B00A26" w:rsidRPr="00381443" w:rsidRDefault="00B00A26" w:rsidP="00FA0F1F">
      <w:pPr>
        <w:spacing w:after="0" w:line="480" w:lineRule="auto"/>
        <w:ind w:firstLine="720"/>
        <w:rPr>
          <w:sz w:val="24"/>
          <w:szCs w:val="24"/>
        </w:rPr>
      </w:pPr>
      <w:r w:rsidRPr="00381443">
        <w:rPr>
          <w:sz w:val="24"/>
          <w:szCs w:val="24"/>
        </w:rPr>
        <w:t xml:space="preserve">Pat quickly said “yea” in a happy voice. So we had to spend the whole day bringing more logs and extra food for the week and expanded the fort so the little guy could be protected we put it around three trees so the fort looked like a triangle. Then put a wall between us and the demon because we still couldn’t trust it yet. So we kept trying to help it throughout the day until we were exhausted and went to sleep. We went to sleep until we woke up by its belly rumbling. Rubbing my eyes I said </w:t>
      </w:r>
    </w:p>
    <w:p w:rsidR="00B00A26" w:rsidRPr="00381443" w:rsidRDefault="00B00A26" w:rsidP="00FA0F1F">
      <w:pPr>
        <w:spacing w:after="0" w:line="480" w:lineRule="auto"/>
        <w:ind w:firstLine="720"/>
        <w:rPr>
          <w:sz w:val="24"/>
          <w:szCs w:val="24"/>
        </w:rPr>
      </w:pPr>
      <w:r w:rsidRPr="00381443">
        <w:rPr>
          <w:sz w:val="24"/>
          <w:szCs w:val="24"/>
        </w:rPr>
        <w:t>“Wow” you sure eat a lot unlike us. So everything was going fine we even named the demon Alfred. So we lived on in peace and only encountered one demon including Alfred. We made many inventions also we expanded the fort was about a half a mile long and a half a mile by the other with. We had made armor and we had birth days by then. When we were finished with everything so we could live</w:t>
      </w:r>
      <w:r>
        <w:rPr>
          <w:sz w:val="24"/>
          <w:szCs w:val="24"/>
        </w:rPr>
        <w:t xml:space="preserve"> there in pea</w:t>
      </w:r>
      <w:r w:rsidRPr="00381443">
        <w:rPr>
          <w:sz w:val="24"/>
          <w:szCs w:val="24"/>
        </w:rPr>
        <w:t>ce were about five then I remembered “the note” I shouted “how could I forgot “I said angrily I looked for hours and hours until I thought and thought an looked up “ah” it’s the note it’s on the very top of the tree so I climbed and climbed and climbed and “I finally made it” I said. I got it and then said oh no.</w:t>
      </w:r>
    </w:p>
    <w:p w:rsidR="00B00A26" w:rsidRPr="00381443" w:rsidRDefault="00B00A26" w:rsidP="00FA0F1F">
      <w:pPr>
        <w:spacing w:after="0" w:line="480" w:lineRule="auto"/>
        <w:ind w:firstLine="720"/>
        <w:rPr>
          <w:sz w:val="24"/>
          <w:szCs w:val="24"/>
        </w:rPr>
      </w:pPr>
    </w:p>
    <w:p w:rsidR="00B00A26" w:rsidRPr="00381443" w:rsidRDefault="00B00A26" w:rsidP="00FA0F1F">
      <w:pPr>
        <w:spacing w:after="0" w:line="480" w:lineRule="auto"/>
        <w:ind w:firstLine="720"/>
        <w:rPr>
          <w:sz w:val="24"/>
          <w:szCs w:val="24"/>
        </w:rPr>
      </w:pPr>
    </w:p>
    <w:p w:rsidR="00B00A26" w:rsidRPr="00381443" w:rsidRDefault="00B00A26" w:rsidP="00FA0F1F">
      <w:pPr>
        <w:spacing w:after="0" w:line="480" w:lineRule="auto"/>
        <w:ind w:firstLine="720"/>
        <w:rPr>
          <w:sz w:val="24"/>
          <w:szCs w:val="24"/>
        </w:rPr>
      </w:pPr>
      <w:r w:rsidRPr="00381443">
        <w:rPr>
          <w:sz w:val="24"/>
          <w:szCs w:val="24"/>
        </w:rPr>
        <w:t>Chapter 2</w:t>
      </w:r>
    </w:p>
    <w:p w:rsidR="00B00A26" w:rsidRPr="00381443" w:rsidRDefault="00B00A26" w:rsidP="00FA0F1F">
      <w:pPr>
        <w:spacing w:after="0" w:line="480" w:lineRule="auto"/>
        <w:ind w:firstLine="720"/>
        <w:rPr>
          <w:sz w:val="24"/>
          <w:szCs w:val="24"/>
        </w:rPr>
      </w:pPr>
    </w:p>
    <w:p w:rsidR="00B00A26" w:rsidRPr="00381443" w:rsidRDefault="00B00A26" w:rsidP="00FA0F1F">
      <w:pPr>
        <w:spacing w:after="0" w:line="480" w:lineRule="auto"/>
        <w:ind w:firstLine="720"/>
        <w:rPr>
          <w:sz w:val="24"/>
          <w:szCs w:val="24"/>
        </w:rPr>
      </w:pPr>
      <w:r w:rsidRPr="00381443">
        <w:rPr>
          <w:sz w:val="24"/>
          <w:szCs w:val="24"/>
        </w:rPr>
        <w:t xml:space="preserve">I looked at the black darkened sky. I felt the darkness getting closer and closer I felt it as if I heard a voice constantly saying </w:t>
      </w:r>
    </w:p>
    <w:p w:rsidR="00B00A26" w:rsidRPr="00381443" w:rsidRDefault="00B00A26" w:rsidP="00FA0F1F">
      <w:pPr>
        <w:spacing w:after="0" w:line="480" w:lineRule="auto"/>
        <w:ind w:firstLine="720"/>
        <w:rPr>
          <w:sz w:val="24"/>
          <w:szCs w:val="24"/>
        </w:rPr>
      </w:pPr>
      <w:r w:rsidRPr="00381443">
        <w:rPr>
          <w:sz w:val="24"/>
          <w:szCs w:val="24"/>
        </w:rPr>
        <w:t>“Come with me and live forever in darkness.”</w:t>
      </w:r>
    </w:p>
    <w:p w:rsidR="00B00A26" w:rsidRPr="00381443" w:rsidRDefault="00B00A26" w:rsidP="00FA0F1F">
      <w:pPr>
        <w:spacing w:after="0" w:line="480" w:lineRule="auto"/>
        <w:ind w:firstLine="720"/>
        <w:rPr>
          <w:sz w:val="24"/>
          <w:szCs w:val="24"/>
        </w:rPr>
      </w:pPr>
      <w:r w:rsidRPr="00381443">
        <w:rPr>
          <w:sz w:val="24"/>
          <w:szCs w:val="24"/>
        </w:rPr>
        <w:t xml:space="preserve"> I jumped down out of the tree in anger hit the ground and made a dent in the ground with my fist. Shouting, I said to myself “how can I be so dumb?” </w:t>
      </w:r>
    </w:p>
    <w:p w:rsidR="00B00A26" w:rsidRPr="00381443" w:rsidRDefault="00B00A26" w:rsidP="00FA0F1F">
      <w:pPr>
        <w:spacing w:after="0" w:line="480" w:lineRule="auto"/>
        <w:ind w:firstLine="720"/>
        <w:rPr>
          <w:sz w:val="24"/>
          <w:szCs w:val="24"/>
        </w:rPr>
      </w:pPr>
      <w:r w:rsidRPr="00381443">
        <w:rPr>
          <w:sz w:val="24"/>
          <w:szCs w:val="24"/>
        </w:rPr>
        <w:t xml:space="preserve">Pat said “what happened” </w:t>
      </w:r>
    </w:p>
    <w:p w:rsidR="00B00A26" w:rsidRPr="00381443" w:rsidRDefault="00B00A26" w:rsidP="00FA0F1F">
      <w:pPr>
        <w:spacing w:after="0" w:line="480" w:lineRule="auto"/>
        <w:ind w:firstLine="720"/>
        <w:rPr>
          <w:sz w:val="24"/>
          <w:szCs w:val="24"/>
        </w:rPr>
      </w:pPr>
      <w:r w:rsidRPr="00381443">
        <w:rPr>
          <w:sz w:val="24"/>
          <w:szCs w:val="24"/>
        </w:rPr>
        <w:t>I said “we have to leave and fast</w:t>
      </w:r>
    </w:p>
    <w:p w:rsidR="00B00A26" w:rsidRPr="00381443" w:rsidRDefault="00B00A26" w:rsidP="00FA0F1F">
      <w:pPr>
        <w:spacing w:after="0" w:line="480" w:lineRule="auto"/>
        <w:ind w:firstLine="720"/>
        <w:rPr>
          <w:sz w:val="24"/>
          <w:szCs w:val="24"/>
        </w:rPr>
      </w:pPr>
      <w:r w:rsidRPr="00381443">
        <w:rPr>
          <w:sz w:val="24"/>
          <w:szCs w:val="24"/>
        </w:rPr>
        <w:t xml:space="preserve"> “I said pat said “let’s take Alfred as I ride he has a new booster of amour and I‘ve been training his speed I have the settle” </w:t>
      </w:r>
    </w:p>
    <w:p w:rsidR="00B00A26" w:rsidRPr="00381443" w:rsidRDefault="00B00A26" w:rsidP="00FA0F1F">
      <w:pPr>
        <w:spacing w:after="0" w:line="480" w:lineRule="auto"/>
        <w:ind w:firstLine="720"/>
        <w:rPr>
          <w:sz w:val="24"/>
          <w:szCs w:val="24"/>
        </w:rPr>
      </w:pPr>
      <w:r w:rsidRPr="00381443">
        <w:rPr>
          <w:sz w:val="24"/>
          <w:szCs w:val="24"/>
        </w:rPr>
        <w:t>Okay is said but we can’t for a long time only until were far enough.</w:t>
      </w:r>
    </w:p>
    <w:p w:rsidR="00B00A26" w:rsidRPr="00381443" w:rsidRDefault="00B00A26" w:rsidP="00FA0F1F">
      <w:pPr>
        <w:spacing w:after="0" w:line="480" w:lineRule="auto"/>
        <w:ind w:firstLine="720"/>
        <w:rPr>
          <w:sz w:val="24"/>
          <w:szCs w:val="24"/>
        </w:rPr>
      </w:pPr>
      <w:r w:rsidRPr="00381443">
        <w:rPr>
          <w:sz w:val="24"/>
          <w:szCs w:val="24"/>
        </w:rPr>
        <w:t xml:space="preserve"> “hop on pat said” let’s go we went on Alfred and we kept going for miles after a couple of hours we stopped and got off of Alfred and walked for days until we didn’t know where we were I said</w:t>
      </w:r>
    </w:p>
    <w:p w:rsidR="00B00A26" w:rsidRPr="00381443" w:rsidRDefault="00B00A26" w:rsidP="00FA0F1F">
      <w:pPr>
        <w:spacing w:after="0" w:line="480" w:lineRule="auto"/>
        <w:ind w:firstLine="720"/>
        <w:rPr>
          <w:sz w:val="24"/>
          <w:szCs w:val="24"/>
        </w:rPr>
      </w:pPr>
      <w:r w:rsidRPr="00381443">
        <w:rPr>
          <w:sz w:val="24"/>
          <w:szCs w:val="24"/>
        </w:rPr>
        <w:t xml:space="preserve"> “I can’t go any longer uhh”</w:t>
      </w:r>
      <w:r>
        <w:rPr>
          <w:sz w:val="24"/>
          <w:szCs w:val="24"/>
        </w:rPr>
        <w:t xml:space="preserve"> </w:t>
      </w:r>
      <w:r w:rsidRPr="00381443">
        <w:rPr>
          <w:sz w:val="24"/>
          <w:szCs w:val="24"/>
        </w:rPr>
        <w:t xml:space="preserve">(rolling down a hill of sand in the desert) .I was unconscious… “Ahh where am I its all dark it goes on forever and ever </w:t>
      </w:r>
    </w:p>
    <w:p w:rsidR="00B00A26" w:rsidRPr="00381443" w:rsidRDefault="00B00A26" w:rsidP="00FA0F1F">
      <w:pPr>
        <w:spacing w:after="0" w:line="480" w:lineRule="auto"/>
        <w:ind w:firstLine="720"/>
        <w:rPr>
          <w:sz w:val="24"/>
          <w:szCs w:val="24"/>
        </w:rPr>
      </w:pPr>
      <w:r w:rsidRPr="00381443">
        <w:rPr>
          <w:sz w:val="24"/>
          <w:szCs w:val="24"/>
        </w:rPr>
        <w:t>“Come join me”</w:t>
      </w:r>
    </w:p>
    <w:p w:rsidR="00B00A26" w:rsidRPr="00381443" w:rsidRDefault="00B00A26" w:rsidP="00FA0F1F">
      <w:pPr>
        <w:spacing w:after="0" w:line="480" w:lineRule="auto"/>
        <w:ind w:firstLine="720"/>
        <w:rPr>
          <w:sz w:val="24"/>
          <w:szCs w:val="24"/>
        </w:rPr>
      </w:pPr>
      <w:r w:rsidRPr="00381443">
        <w:rPr>
          <w:sz w:val="24"/>
          <w:szCs w:val="24"/>
        </w:rPr>
        <w:t>“Ahh” I scream “that voice” in the distance I feel a fear of many people and see a shape but could not identify because it was in the shadows then I hear “wake up wake up”</w:t>
      </w:r>
    </w:p>
    <w:p w:rsidR="00B00A26" w:rsidRPr="00381443" w:rsidRDefault="00B00A26" w:rsidP="00FA0F1F">
      <w:pPr>
        <w:spacing w:after="0" w:line="480" w:lineRule="auto"/>
        <w:ind w:firstLine="720"/>
        <w:rPr>
          <w:sz w:val="24"/>
          <w:szCs w:val="24"/>
        </w:rPr>
      </w:pPr>
      <w:r w:rsidRPr="00381443">
        <w:rPr>
          <w:sz w:val="24"/>
          <w:szCs w:val="24"/>
        </w:rPr>
        <w:t>“No don’t go stay and come”</w:t>
      </w:r>
    </w:p>
    <w:p w:rsidR="00B00A26" w:rsidRPr="00381443" w:rsidRDefault="00B00A26" w:rsidP="00FA0F1F">
      <w:pPr>
        <w:spacing w:after="0" w:line="480" w:lineRule="auto"/>
        <w:ind w:firstLine="720"/>
        <w:rPr>
          <w:sz w:val="24"/>
          <w:szCs w:val="24"/>
        </w:rPr>
      </w:pPr>
      <w:r w:rsidRPr="00381443">
        <w:rPr>
          <w:sz w:val="24"/>
          <w:szCs w:val="24"/>
        </w:rPr>
        <w:t xml:space="preserve">No never I screamed until I woke up (pat had dropped water on my face) “ahh what happened” </w:t>
      </w:r>
    </w:p>
    <w:p w:rsidR="00B00A26" w:rsidRPr="00381443" w:rsidRDefault="00B00A26" w:rsidP="00FA0F1F">
      <w:pPr>
        <w:spacing w:after="0" w:line="480" w:lineRule="auto"/>
        <w:ind w:firstLine="720"/>
        <w:rPr>
          <w:sz w:val="24"/>
          <w:szCs w:val="24"/>
        </w:rPr>
      </w:pPr>
      <w:r w:rsidRPr="00381443">
        <w:rPr>
          <w:sz w:val="24"/>
          <w:szCs w:val="24"/>
        </w:rPr>
        <w:t xml:space="preserve">“You went unconscious,” pat said. </w:t>
      </w:r>
    </w:p>
    <w:p w:rsidR="00B00A26" w:rsidRPr="00381443" w:rsidRDefault="00B00A26" w:rsidP="00FA0F1F">
      <w:pPr>
        <w:spacing w:after="0" w:line="480" w:lineRule="auto"/>
        <w:ind w:firstLine="720"/>
        <w:rPr>
          <w:sz w:val="24"/>
          <w:szCs w:val="24"/>
        </w:rPr>
      </w:pPr>
      <w:r w:rsidRPr="00381443">
        <w:rPr>
          <w:sz w:val="24"/>
          <w:szCs w:val="24"/>
        </w:rPr>
        <w:t xml:space="preserve">“Where are we? I don’t remember.” </w:t>
      </w:r>
    </w:p>
    <w:p w:rsidR="00B00A26" w:rsidRPr="00381443" w:rsidRDefault="00B00A26" w:rsidP="00FA0F1F">
      <w:pPr>
        <w:spacing w:after="0" w:line="480" w:lineRule="auto"/>
        <w:ind w:firstLine="720"/>
        <w:rPr>
          <w:sz w:val="24"/>
          <w:szCs w:val="24"/>
        </w:rPr>
      </w:pPr>
      <w:r w:rsidRPr="00381443">
        <w:rPr>
          <w:sz w:val="24"/>
          <w:szCs w:val="24"/>
        </w:rPr>
        <w:t>“Unfortunately, in the desert with little food and especially water.”</w:t>
      </w:r>
    </w:p>
    <w:p w:rsidR="00B00A26" w:rsidRPr="00381443" w:rsidRDefault="00B00A26" w:rsidP="00FA0F1F">
      <w:pPr>
        <w:spacing w:after="0" w:line="480" w:lineRule="auto"/>
        <w:ind w:firstLine="720"/>
        <w:rPr>
          <w:sz w:val="24"/>
          <w:szCs w:val="24"/>
        </w:rPr>
      </w:pPr>
      <w:r w:rsidRPr="00381443">
        <w:rPr>
          <w:sz w:val="24"/>
          <w:szCs w:val="24"/>
        </w:rPr>
        <w:t>I yell, “There’s no one here,” while my voice echoes in the distance.</w:t>
      </w:r>
    </w:p>
    <w:p w:rsidR="00B00A26" w:rsidRPr="00381443" w:rsidRDefault="00B00A26" w:rsidP="00FA0F1F">
      <w:pPr>
        <w:spacing w:after="0" w:line="480" w:lineRule="auto"/>
        <w:ind w:firstLine="720"/>
        <w:rPr>
          <w:sz w:val="24"/>
          <w:szCs w:val="24"/>
        </w:rPr>
      </w:pPr>
      <w:r w:rsidRPr="00381443">
        <w:rPr>
          <w:sz w:val="24"/>
          <w:szCs w:val="24"/>
        </w:rPr>
        <w:t>I kept yelling, “Any one there,” while pat was thinking what to do.</w:t>
      </w:r>
    </w:p>
    <w:p w:rsidR="00B00A26" w:rsidRPr="00381443" w:rsidRDefault="00B00A26" w:rsidP="00FA0F1F">
      <w:pPr>
        <w:spacing w:after="0" w:line="480" w:lineRule="auto"/>
        <w:ind w:firstLine="720"/>
        <w:rPr>
          <w:sz w:val="24"/>
          <w:szCs w:val="24"/>
        </w:rPr>
      </w:pPr>
      <w:r w:rsidRPr="00381443">
        <w:rPr>
          <w:sz w:val="24"/>
          <w:szCs w:val="24"/>
        </w:rPr>
        <w:t xml:space="preserve">“Save your breath.  Keeth don’t bother no one’s hear. Let’s go” pat said. “We need supplies if we want to survive.” </w:t>
      </w:r>
    </w:p>
    <w:p w:rsidR="00B00A26" w:rsidRPr="00381443" w:rsidRDefault="00B00A26" w:rsidP="00FA0F1F">
      <w:pPr>
        <w:spacing w:after="0" w:line="480" w:lineRule="auto"/>
        <w:ind w:firstLine="720"/>
        <w:rPr>
          <w:sz w:val="24"/>
          <w:szCs w:val="24"/>
        </w:rPr>
      </w:pPr>
      <w:r w:rsidRPr="00381443">
        <w:rPr>
          <w:sz w:val="24"/>
          <w:szCs w:val="24"/>
        </w:rPr>
        <w:t xml:space="preserve">I say, “Let’s split up.” </w:t>
      </w:r>
    </w:p>
    <w:p w:rsidR="00B00A26" w:rsidRPr="00381443" w:rsidRDefault="00B00A26" w:rsidP="00FA0F1F">
      <w:pPr>
        <w:spacing w:after="0" w:line="480" w:lineRule="auto"/>
        <w:ind w:firstLine="720"/>
        <w:rPr>
          <w:sz w:val="24"/>
          <w:szCs w:val="24"/>
        </w:rPr>
      </w:pPr>
      <w:r w:rsidRPr="00381443">
        <w:rPr>
          <w:sz w:val="24"/>
          <w:szCs w:val="24"/>
        </w:rPr>
        <w:t xml:space="preserve">“No that absolutely the worst thing to do,” but Keeth is already gone. “It’s just me and Alfred,” Pat said, “Wait where’s Alfred? Dang he’s gone too I guess I’m on my own.” </w:t>
      </w:r>
    </w:p>
    <w:p w:rsidR="00B00A26" w:rsidRPr="00381443" w:rsidRDefault="00B00A26" w:rsidP="00FA0F1F">
      <w:pPr>
        <w:spacing w:after="0" w:line="480" w:lineRule="auto"/>
        <w:ind w:firstLine="720"/>
        <w:rPr>
          <w:sz w:val="24"/>
          <w:szCs w:val="24"/>
        </w:rPr>
      </w:pPr>
      <w:r w:rsidRPr="00381443">
        <w:rPr>
          <w:sz w:val="24"/>
          <w:szCs w:val="24"/>
        </w:rPr>
        <w:t xml:space="preserve">Chapter 3 </w:t>
      </w:r>
    </w:p>
    <w:p w:rsidR="00B00A26" w:rsidRPr="00381443" w:rsidRDefault="00B00A26" w:rsidP="00FA0F1F">
      <w:pPr>
        <w:spacing w:after="0" w:line="480" w:lineRule="auto"/>
        <w:ind w:firstLine="720"/>
        <w:rPr>
          <w:sz w:val="24"/>
          <w:szCs w:val="24"/>
        </w:rPr>
      </w:pPr>
      <w:r w:rsidRPr="00381443">
        <w:rPr>
          <w:sz w:val="24"/>
          <w:szCs w:val="24"/>
        </w:rPr>
        <w:t>Pats story: I’m on my own now. The save of the tribe</w:t>
      </w:r>
    </w:p>
    <w:p w:rsidR="00B00A26" w:rsidRPr="00381443" w:rsidRDefault="00B00A26" w:rsidP="00FA0F1F">
      <w:pPr>
        <w:spacing w:after="0" w:line="480" w:lineRule="auto"/>
        <w:ind w:firstLine="720"/>
        <w:rPr>
          <w:sz w:val="24"/>
          <w:szCs w:val="24"/>
        </w:rPr>
      </w:pPr>
    </w:p>
    <w:p w:rsidR="00B00A26" w:rsidRPr="00381443" w:rsidRDefault="00B00A26" w:rsidP="00FA0F1F">
      <w:pPr>
        <w:spacing w:after="0" w:line="480" w:lineRule="auto"/>
        <w:ind w:firstLine="720"/>
        <w:rPr>
          <w:sz w:val="24"/>
          <w:szCs w:val="24"/>
        </w:rPr>
      </w:pPr>
      <w:r w:rsidRPr="00381443">
        <w:rPr>
          <w:sz w:val="24"/>
          <w:szCs w:val="24"/>
        </w:rPr>
        <w:t>How am going to survive, “aaaaaaaaahhhhhhhhhhhhhhh whyyyy Keeth!!!!!!” it echoed in the distance but nothing happened no one heard it was like I was all alone with nothing to but just die I didn’t know what to do so I just dropped I saw a star and I just kept looking at it seemed it was like for hours looking at it but it like took me over the bright light not Evan the cold sand bothered me when I was laying down in it. I thought and thought and then my eyes shut and I woke up it was like I was enlightened or something. Something telling me to follow that star like if it was the way. So I walked and walked but it was like if I was going in circles  so I thought and then I grabbed the trash from are bag and put it down leaving a trail so I wouldn’t get lost but it didn’t work soon after a day I ran out. I was about to give up but I didn’t I just kept going it was like I wasn’t moving my legs something or someone was guiding me. I kept going and going. I soon was about to give up but I saw food up this hill I ran as fast as I could but it was just a mirage I couldn’t go any longer my feet where all bruised from walking so I just fell on my knees and let my body go. … “Uhh where am I”,</w:t>
      </w:r>
    </w:p>
    <w:p w:rsidR="00B00A26" w:rsidRPr="00381443" w:rsidRDefault="00B00A26" w:rsidP="00FA0F1F">
      <w:pPr>
        <w:spacing w:after="0" w:line="480" w:lineRule="auto"/>
        <w:ind w:firstLine="720"/>
        <w:rPr>
          <w:sz w:val="24"/>
          <w:szCs w:val="24"/>
        </w:rPr>
      </w:pPr>
      <w:r w:rsidRPr="00381443">
        <w:rPr>
          <w:sz w:val="24"/>
          <w:szCs w:val="24"/>
        </w:rPr>
        <w:t>“I a o</w:t>
      </w:r>
      <w:r>
        <w:rPr>
          <w:sz w:val="24"/>
          <w:szCs w:val="24"/>
        </w:rPr>
        <w:t>-</w:t>
      </w:r>
      <w:r w:rsidRPr="00381443">
        <w:rPr>
          <w:sz w:val="24"/>
          <w:szCs w:val="24"/>
        </w:rPr>
        <w:t xml:space="preserve"> I a o</w:t>
      </w:r>
      <w:r>
        <w:rPr>
          <w:sz w:val="24"/>
          <w:szCs w:val="24"/>
        </w:rPr>
        <w:t>- I a o-</w:t>
      </w:r>
      <w:r w:rsidRPr="00381443">
        <w:rPr>
          <w:sz w:val="24"/>
          <w:szCs w:val="24"/>
        </w:rPr>
        <w:t xml:space="preserve"> I a o</w:t>
      </w:r>
      <w:r>
        <w:rPr>
          <w:sz w:val="24"/>
          <w:szCs w:val="24"/>
        </w:rPr>
        <w:t>-</w:t>
      </w:r>
      <w:r w:rsidRPr="00381443">
        <w:rPr>
          <w:sz w:val="24"/>
          <w:szCs w:val="24"/>
        </w:rPr>
        <w:t xml:space="preserve"> I a o”,</w:t>
      </w:r>
    </w:p>
    <w:p w:rsidR="00B00A26" w:rsidRPr="00381443" w:rsidRDefault="00B00A26" w:rsidP="00FA0F1F">
      <w:pPr>
        <w:spacing w:after="0" w:line="480" w:lineRule="auto"/>
        <w:ind w:firstLine="720"/>
        <w:rPr>
          <w:sz w:val="24"/>
          <w:szCs w:val="24"/>
        </w:rPr>
      </w:pPr>
      <w:r w:rsidRPr="00381443">
        <w:rPr>
          <w:sz w:val="24"/>
          <w:szCs w:val="24"/>
        </w:rPr>
        <w:t>“what’s happening” I heard I think it was Indians with drums and saying       I-a-o until they stopped carrying me they kept leading me into a village then finally into a tent like thing. There was a man with a mask a short man he went and said,</w:t>
      </w:r>
    </w:p>
    <w:p w:rsidR="00B00A26" w:rsidRPr="00381443" w:rsidRDefault="00B00A26" w:rsidP="00FA0F1F">
      <w:pPr>
        <w:spacing w:after="0" w:line="480" w:lineRule="auto"/>
        <w:ind w:firstLine="720"/>
        <w:rPr>
          <w:sz w:val="24"/>
          <w:szCs w:val="24"/>
        </w:rPr>
      </w:pPr>
      <w:r w:rsidRPr="00381443">
        <w:rPr>
          <w:sz w:val="24"/>
          <w:szCs w:val="24"/>
        </w:rPr>
        <w:t>“Oh it’s you”,</w:t>
      </w:r>
    </w:p>
    <w:p w:rsidR="00B00A26" w:rsidRPr="00381443" w:rsidRDefault="00B00A26" w:rsidP="00FA0F1F">
      <w:pPr>
        <w:spacing w:after="0" w:line="480" w:lineRule="auto"/>
        <w:ind w:firstLine="720"/>
        <w:rPr>
          <w:sz w:val="24"/>
          <w:szCs w:val="24"/>
        </w:rPr>
      </w:pPr>
      <w:r w:rsidRPr="00381443">
        <w:rPr>
          <w:sz w:val="24"/>
          <w:szCs w:val="24"/>
        </w:rPr>
        <w:t>“You know me” pat said,</w:t>
      </w:r>
    </w:p>
    <w:p w:rsidR="00B00A26" w:rsidRPr="00381443" w:rsidRDefault="00B00A26" w:rsidP="00FA0F1F">
      <w:pPr>
        <w:spacing w:after="0" w:line="480" w:lineRule="auto"/>
        <w:ind w:firstLine="720"/>
        <w:rPr>
          <w:sz w:val="24"/>
          <w:szCs w:val="24"/>
        </w:rPr>
      </w:pPr>
      <w:r w:rsidRPr="00381443">
        <w:rPr>
          <w:sz w:val="24"/>
          <w:szCs w:val="24"/>
        </w:rPr>
        <w:t xml:space="preserve">“Yep it’s me Keeth”, </w:t>
      </w:r>
    </w:p>
    <w:p w:rsidR="00B00A26" w:rsidRPr="00381443" w:rsidRDefault="00B00A26" w:rsidP="00FA0F1F">
      <w:pPr>
        <w:spacing w:after="0" w:line="480" w:lineRule="auto"/>
        <w:ind w:firstLine="720"/>
        <w:rPr>
          <w:sz w:val="24"/>
          <w:szCs w:val="24"/>
        </w:rPr>
      </w:pPr>
      <w:r w:rsidRPr="00381443">
        <w:rPr>
          <w:sz w:val="24"/>
          <w:szCs w:val="24"/>
        </w:rPr>
        <w:t xml:space="preserve">“Whaaaat!!!” </w:t>
      </w:r>
    </w:p>
    <w:p w:rsidR="00B00A26" w:rsidRPr="00381443" w:rsidRDefault="00B00A26" w:rsidP="00FA0F1F">
      <w:pPr>
        <w:spacing w:after="0" w:line="480" w:lineRule="auto"/>
        <w:ind w:firstLine="720"/>
        <w:rPr>
          <w:sz w:val="24"/>
          <w:szCs w:val="24"/>
        </w:rPr>
      </w:pPr>
      <w:r w:rsidRPr="00381443">
        <w:rPr>
          <w:sz w:val="24"/>
          <w:szCs w:val="24"/>
        </w:rPr>
        <w:t>Yep just as I gave up I heard something and they brought me here I don’t know why they speak the same but the treat us like gods” whispering in pats ear,</w:t>
      </w:r>
    </w:p>
    <w:p w:rsidR="00B00A26" w:rsidRPr="00381443" w:rsidRDefault="00B00A26" w:rsidP="00FA0F1F">
      <w:pPr>
        <w:spacing w:after="0" w:line="480" w:lineRule="auto"/>
        <w:ind w:firstLine="720"/>
        <w:rPr>
          <w:sz w:val="24"/>
          <w:szCs w:val="24"/>
        </w:rPr>
      </w:pPr>
      <w:r w:rsidRPr="00381443">
        <w:rPr>
          <w:sz w:val="24"/>
          <w:szCs w:val="24"/>
        </w:rPr>
        <w:t>“What”,</w:t>
      </w:r>
    </w:p>
    <w:p w:rsidR="00B00A26" w:rsidRPr="00381443" w:rsidRDefault="00B00A26" w:rsidP="00FA0F1F">
      <w:pPr>
        <w:spacing w:after="0" w:line="480" w:lineRule="auto"/>
        <w:ind w:firstLine="720"/>
        <w:rPr>
          <w:sz w:val="24"/>
          <w:szCs w:val="24"/>
        </w:rPr>
      </w:pPr>
      <w:r w:rsidRPr="00381443">
        <w:rPr>
          <w:sz w:val="24"/>
          <w:szCs w:val="24"/>
        </w:rPr>
        <w:t>“Shhhhh they’ll know and right now Alfred is getting a bath because woow he stinks a lot from running with me”,</w:t>
      </w:r>
    </w:p>
    <w:p w:rsidR="00B00A26" w:rsidRPr="00381443" w:rsidRDefault="00B00A26" w:rsidP="00FA0F1F">
      <w:pPr>
        <w:spacing w:after="0" w:line="480" w:lineRule="auto"/>
        <w:ind w:firstLine="720"/>
        <w:rPr>
          <w:sz w:val="24"/>
          <w:szCs w:val="24"/>
        </w:rPr>
      </w:pPr>
      <w:r w:rsidRPr="00381443">
        <w:rPr>
          <w:sz w:val="24"/>
          <w:szCs w:val="24"/>
        </w:rPr>
        <w:t>“Okay so what are we going to do now because what ever made us leave its going to come back if it was by us it must want something”.,</w:t>
      </w:r>
    </w:p>
    <w:p w:rsidR="00B00A26" w:rsidRPr="00381443" w:rsidRDefault="00B00A26" w:rsidP="00FA0F1F">
      <w:pPr>
        <w:spacing w:after="0" w:line="480" w:lineRule="auto"/>
        <w:ind w:firstLine="720"/>
        <w:rPr>
          <w:sz w:val="24"/>
          <w:szCs w:val="24"/>
        </w:rPr>
      </w:pPr>
      <w:r w:rsidRPr="00381443">
        <w:rPr>
          <w:sz w:val="24"/>
          <w:szCs w:val="24"/>
        </w:rPr>
        <w:t>“Right”,</w:t>
      </w:r>
    </w:p>
    <w:p w:rsidR="00B00A26" w:rsidRPr="00381443" w:rsidRDefault="00B00A26" w:rsidP="00FA0F1F">
      <w:pPr>
        <w:spacing w:after="0" w:line="480" w:lineRule="auto"/>
        <w:ind w:firstLine="720"/>
        <w:rPr>
          <w:sz w:val="24"/>
          <w:szCs w:val="24"/>
        </w:rPr>
      </w:pPr>
      <w:r w:rsidRPr="00381443">
        <w:rPr>
          <w:sz w:val="24"/>
          <w:szCs w:val="24"/>
        </w:rPr>
        <w:t>“So umm you people we have to leave can you help us,”</w:t>
      </w:r>
    </w:p>
    <w:p w:rsidR="00B00A26" w:rsidRPr="00381443" w:rsidRDefault="00B00A26" w:rsidP="00FA0F1F">
      <w:pPr>
        <w:spacing w:after="0" w:line="480" w:lineRule="auto"/>
        <w:ind w:firstLine="720"/>
        <w:rPr>
          <w:sz w:val="24"/>
          <w:szCs w:val="24"/>
        </w:rPr>
      </w:pPr>
      <w:r w:rsidRPr="00381443">
        <w:rPr>
          <w:sz w:val="24"/>
          <w:szCs w:val="24"/>
        </w:rPr>
        <w:t>“Yes god keeth what would you like”,</w:t>
      </w:r>
    </w:p>
    <w:p w:rsidR="00B00A26" w:rsidRPr="00381443" w:rsidRDefault="00B00A26" w:rsidP="00FA0F1F">
      <w:pPr>
        <w:spacing w:after="0" w:line="480" w:lineRule="auto"/>
        <w:ind w:firstLine="720"/>
        <w:rPr>
          <w:sz w:val="24"/>
          <w:szCs w:val="24"/>
        </w:rPr>
      </w:pPr>
      <w:r w:rsidRPr="00381443">
        <w:rPr>
          <w:sz w:val="24"/>
          <w:szCs w:val="24"/>
        </w:rPr>
        <w:t>“First a map”,</w:t>
      </w:r>
    </w:p>
    <w:p w:rsidR="00B00A26" w:rsidRPr="00381443" w:rsidRDefault="00B00A26" w:rsidP="00FA0F1F">
      <w:pPr>
        <w:spacing w:after="0" w:line="480" w:lineRule="auto"/>
        <w:ind w:firstLine="720"/>
        <w:rPr>
          <w:sz w:val="24"/>
          <w:szCs w:val="24"/>
        </w:rPr>
      </w:pPr>
      <w:r w:rsidRPr="00381443">
        <w:rPr>
          <w:sz w:val="24"/>
          <w:szCs w:val="24"/>
        </w:rPr>
        <w:t>“No no we will give you an escort”,</w:t>
      </w:r>
    </w:p>
    <w:p w:rsidR="00B00A26" w:rsidRPr="00381443" w:rsidRDefault="00B00A26" w:rsidP="00FA0F1F">
      <w:pPr>
        <w:spacing w:after="0" w:line="480" w:lineRule="auto"/>
        <w:ind w:firstLine="720"/>
        <w:rPr>
          <w:sz w:val="24"/>
          <w:szCs w:val="24"/>
        </w:rPr>
      </w:pPr>
      <w:r w:rsidRPr="00381443">
        <w:rPr>
          <w:sz w:val="24"/>
          <w:szCs w:val="24"/>
        </w:rPr>
        <w:t>“Okay we need a month supplies of food and water”,</w:t>
      </w:r>
    </w:p>
    <w:p w:rsidR="00B00A26" w:rsidRPr="00381443" w:rsidRDefault="00B00A26" w:rsidP="00FA0F1F">
      <w:pPr>
        <w:spacing w:after="0" w:line="480" w:lineRule="auto"/>
        <w:ind w:firstLine="720"/>
        <w:rPr>
          <w:sz w:val="24"/>
          <w:szCs w:val="24"/>
        </w:rPr>
      </w:pPr>
      <w:r w:rsidRPr="00381443">
        <w:rPr>
          <w:sz w:val="24"/>
          <w:szCs w:val="24"/>
        </w:rPr>
        <w:t>“We will have that ready for you in an hour”,</w:t>
      </w:r>
    </w:p>
    <w:p w:rsidR="00B00A26" w:rsidRPr="00381443" w:rsidRDefault="00B00A26" w:rsidP="00FA0F1F">
      <w:pPr>
        <w:spacing w:after="0" w:line="480" w:lineRule="auto"/>
        <w:ind w:firstLine="720"/>
        <w:rPr>
          <w:sz w:val="24"/>
          <w:szCs w:val="24"/>
        </w:rPr>
      </w:pPr>
      <w:r w:rsidRPr="00381443">
        <w:rPr>
          <w:sz w:val="24"/>
          <w:szCs w:val="24"/>
        </w:rPr>
        <w:t>“Great will be leaving for tomorrow that’s all we need,”</w:t>
      </w:r>
    </w:p>
    <w:p w:rsidR="00B00A26" w:rsidRPr="00381443" w:rsidRDefault="00B00A26" w:rsidP="00FA0F1F">
      <w:pPr>
        <w:spacing w:after="0" w:line="480" w:lineRule="auto"/>
        <w:ind w:firstLine="720"/>
        <w:rPr>
          <w:sz w:val="24"/>
          <w:szCs w:val="24"/>
        </w:rPr>
      </w:pPr>
      <w:r w:rsidRPr="00381443">
        <w:rPr>
          <w:sz w:val="24"/>
          <w:szCs w:val="24"/>
        </w:rPr>
        <w:t xml:space="preserve">Pat said “wait can we have some of your best knight just one will be good”, </w:t>
      </w:r>
    </w:p>
    <w:p w:rsidR="00B00A26" w:rsidRPr="00381443" w:rsidRDefault="00B00A26" w:rsidP="00FA0F1F">
      <w:pPr>
        <w:spacing w:after="0" w:line="480" w:lineRule="auto"/>
        <w:ind w:firstLine="720"/>
        <w:rPr>
          <w:sz w:val="24"/>
          <w:szCs w:val="24"/>
        </w:rPr>
      </w:pPr>
      <w:r w:rsidRPr="00381443">
        <w:rPr>
          <w:sz w:val="24"/>
          <w:szCs w:val="24"/>
        </w:rPr>
        <w:t>“Very well we will give you one of them”</w:t>
      </w:r>
    </w:p>
    <w:p w:rsidR="00B00A26" w:rsidRPr="00381443" w:rsidRDefault="00B00A26" w:rsidP="00FA0F1F">
      <w:pPr>
        <w:spacing w:after="0" w:line="480" w:lineRule="auto"/>
        <w:ind w:firstLine="720"/>
        <w:rPr>
          <w:sz w:val="24"/>
          <w:szCs w:val="24"/>
        </w:rPr>
      </w:pPr>
      <w:r w:rsidRPr="00381443">
        <w:rPr>
          <w:sz w:val="24"/>
          <w:szCs w:val="24"/>
        </w:rPr>
        <w:t>“Okay so now we wait till tomorrow”</w:t>
      </w:r>
    </w:p>
    <w:p w:rsidR="00B00A26" w:rsidRPr="00381443" w:rsidRDefault="00B00A26" w:rsidP="00FA0F1F">
      <w:pPr>
        <w:spacing w:after="0" w:line="480" w:lineRule="auto"/>
        <w:ind w:firstLine="720"/>
        <w:rPr>
          <w:sz w:val="24"/>
          <w:szCs w:val="24"/>
        </w:rPr>
      </w:pPr>
      <w:r w:rsidRPr="00381443">
        <w:rPr>
          <w:sz w:val="24"/>
          <w:szCs w:val="24"/>
        </w:rPr>
        <w:t xml:space="preserve">Next morning </w:t>
      </w:r>
    </w:p>
    <w:p w:rsidR="00B00A26" w:rsidRPr="00381443" w:rsidRDefault="00B00A26" w:rsidP="00FA0F1F">
      <w:pPr>
        <w:spacing w:after="0" w:line="480" w:lineRule="auto"/>
        <w:ind w:firstLine="720"/>
        <w:rPr>
          <w:sz w:val="24"/>
          <w:szCs w:val="24"/>
        </w:rPr>
      </w:pPr>
      <w:r w:rsidRPr="00381443">
        <w:rPr>
          <w:sz w:val="24"/>
          <w:szCs w:val="24"/>
        </w:rPr>
        <w:t xml:space="preserve">Get up you fools </w:t>
      </w:r>
    </w:p>
    <w:p w:rsidR="00B00A26" w:rsidRPr="00381443" w:rsidRDefault="00B00A26" w:rsidP="00FA0F1F">
      <w:pPr>
        <w:spacing w:after="0" w:line="480" w:lineRule="auto"/>
        <w:ind w:firstLine="720"/>
        <w:rPr>
          <w:sz w:val="24"/>
          <w:szCs w:val="24"/>
        </w:rPr>
      </w:pPr>
      <w:r w:rsidRPr="00381443">
        <w:rPr>
          <w:sz w:val="24"/>
          <w:szCs w:val="24"/>
        </w:rPr>
        <w:t>“Ahh,” me and pat scream</w:t>
      </w:r>
    </w:p>
    <w:p w:rsidR="00B00A26" w:rsidRPr="00381443" w:rsidRDefault="00B00A26" w:rsidP="00FA0F1F">
      <w:pPr>
        <w:spacing w:after="0" w:line="480" w:lineRule="auto"/>
        <w:ind w:firstLine="720"/>
        <w:rPr>
          <w:sz w:val="24"/>
          <w:szCs w:val="24"/>
        </w:rPr>
      </w:pPr>
      <w:r w:rsidRPr="00381443">
        <w:rPr>
          <w:sz w:val="24"/>
          <w:szCs w:val="24"/>
        </w:rPr>
        <w:t>“Who has that girly voice”, I said</w:t>
      </w:r>
    </w:p>
    <w:p w:rsidR="00B00A26" w:rsidRPr="00381443" w:rsidRDefault="00B00A26" w:rsidP="00FA0F1F">
      <w:pPr>
        <w:spacing w:after="0" w:line="480" w:lineRule="auto"/>
        <w:ind w:firstLine="720"/>
        <w:rPr>
          <w:sz w:val="24"/>
          <w:szCs w:val="24"/>
        </w:rPr>
      </w:pPr>
      <w:r w:rsidRPr="00381443">
        <w:rPr>
          <w:sz w:val="24"/>
          <w:szCs w:val="24"/>
        </w:rPr>
        <w:t xml:space="preserve">“Hump ill have you know I am an elite fight and I am your age and I am a girl so thank you in matter of fact.”, while she is getting all angry. She slaps me then pat in the face </w:t>
      </w:r>
    </w:p>
    <w:p w:rsidR="00B00A26" w:rsidRPr="00381443" w:rsidRDefault="00B00A26" w:rsidP="00FA0F1F">
      <w:pPr>
        <w:spacing w:after="0" w:line="480" w:lineRule="auto"/>
        <w:ind w:firstLine="720"/>
        <w:rPr>
          <w:sz w:val="24"/>
          <w:szCs w:val="24"/>
        </w:rPr>
      </w:pPr>
      <w:r w:rsidRPr="00381443">
        <w:rPr>
          <w:sz w:val="24"/>
          <w:szCs w:val="24"/>
        </w:rPr>
        <w:t xml:space="preserve">“Owww” we both muttered </w:t>
      </w:r>
    </w:p>
    <w:p w:rsidR="00B00A26" w:rsidRPr="00381443" w:rsidRDefault="00B00A26" w:rsidP="00FA0F1F">
      <w:pPr>
        <w:spacing w:after="0" w:line="480" w:lineRule="auto"/>
        <w:ind w:firstLine="720"/>
        <w:rPr>
          <w:sz w:val="24"/>
          <w:szCs w:val="24"/>
        </w:rPr>
      </w:pPr>
      <w:r w:rsidRPr="00381443">
        <w:rPr>
          <w:sz w:val="24"/>
          <w:szCs w:val="24"/>
        </w:rPr>
        <w:t>“Yea and there’s plenty where that came from and I’ll do that every time you don’t listen or I want to”,</w:t>
      </w:r>
    </w:p>
    <w:p w:rsidR="00B00A26" w:rsidRPr="00381443" w:rsidRDefault="00B00A26" w:rsidP="00FA0F1F">
      <w:pPr>
        <w:spacing w:after="0" w:line="480" w:lineRule="auto"/>
        <w:ind w:firstLine="720"/>
        <w:rPr>
          <w:sz w:val="24"/>
          <w:szCs w:val="24"/>
        </w:rPr>
      </w:pPr>
      <w:r w:rsidRPr="00381443">
        <w:rPr>
          <w:sz w:val="24"/>
          <w:szCs w:val="24"/>
        </w:rPr>
        <w:t>“Okay then at least can we get going”, Pat said</w:t>
      </w:r>
    </w:p>
    <w:p w:rsidR="00B00A26" w:rsidRPr="00381443" w:rsidRDefault="00B00A26" w:rsidP="00FA0F1F">
      <w:pPr>
        <w:spacing w:after="0" w:line="480" w:lineRule="auto"/>
        <w:ind w:firstLine="720"/>
        <w:rPr>
          <w:sz w:val="24"/>
          <w:szCs w:val="24"/>
        </w:rPr>
      </w:pPr>
      <w:r w:rsidRPr="00381443">
        <w:rPr>
          <w:sz w:val="24"/>
          <w:szCs w:val="24"/>
        </w:rPr>
        <w:t>“She</w:t>
      </w:r>
      <w:r>
        <w:rPr>
          <w:sz w:val="24"/>
          <w:szCs w:val="24"/>
        </w:rPr>
        <w:t>'s</w:t>
      </w:r>
      <w:r w:rsidRPr="00381443">
        <w:rPr>
          <w:sz w:val="24"/>
          <w:szCs w:val="24"/>
        </w:rPr>
        <w:t xml:space="preserve"> kind of bossy and mean”, I whispered to Pat</w:t>
      </w:r>
    </w:p>
    <w:p w:rsidR="00B00A26" w:rsidRPr="00381443" w:rsidRDefault="00B00A26" w:rsidP="00FA0F1F">
      <w:pPr>
        <w:spacing w:after="0" w:line="480" w:lineRule="auto"/>
        <w:ind w:firstLine="720"/>
        <w:rPr>
          <w:sz w:val="24"/>
          <w:szCs w:val="24"/>
        </w:rPr>
      </w:pPr>
      <w:r w:rsidRPr="00381443">
        <w:rPr>
          <w:sz w:val="24"/>
          <w:szCs w:val="24"/>
        </w:rPr>
        <w:t>“I heard that and that girl has a name she shouted the names becka”,</w:t>
      </w:r>
    </w:p>
    <w:p w:rsidR="00B00A26" w:rsidRPr="00381443" w:rsidRDefault="00B00A26" w:rsidP="00FA0F1F">
      <w:pPr>
        <w:spacing w:after="0" w:line="480" w:lineRule="auto"/>
        <w:ind w:firstLine="720"/>
        <w:rPr>
          <w:sz w:val="24"/>
          <w:szCs w:val="24"/>
        </w:rPr>
      </w:pPr>
      <w:r w:rsidRPr="00381443">
        <w:rPr>
          <w:sz w:val="24"/>
          <w:szCs w:val="24"/>
        </w:rPr>
        <w:t>“Okay okay jess you don’t have to be so mean”,</w:t>
      </w:r>
    </w:p>
    <w:p w:rsidR="00B00A26" w:rsidRPr="00381443" w:rsidRDefault="00B00A26" w:rsidP="00FA0F1F">
      <w:pPr>
        <w:spacing w:after="0" w:line="480" w:lineRule="auto"/>
        <w:ind w:firstLine="720"/>
        <w:rPr>
          <w:sz w:val="24"/>
          <w:szCs w:val="24"/>
        </w:rPr>
      </w:pPr>
      <w:r w:rsidRPr="00381443">
        <w:rPr>
          <w:sz w:val="24"/>
          <w:szCs w:val="24"/>
        </w:rPr>
        <w:t xml:space="preserve">“Well I’m an elite fighter so I have to be fierce”, said becka </w:t>
      </w:r>
    </w:p>
    <w:p w:rsidR="00B00A26" w:rsidRPr="00381443" w:rsidRDefault="00B00A26" w:rsidP="00FA0F1F">
      <w:pPr>
        <w:spacing w:after="0" w:line="480" w:lineRule="auto"/>
        <w:ind w:firstLine="720"/>
        <w:rPr>
          <w:sz w:val="24"/>
          <w:szCs w:val="24"/>
        </w:rPr>
      </w:pPr>
      <w:r w:rsidRPr="00381443">
        <w:rPr>
          <w:sz w:val="24"/>
          <w:szCs w:val="24"/>
        </w:rPr>
        <w:t>“Break it up you two, pat screamed we have to get going”</w:t>
      </w:r>
    </w:p>
    <w:p w:rsidR="00B00A26" w:rsidRPr="00381443" w:rsidRDefault="00B00A26" w:rsidP="00FA0F1F">
      <w:pPr>
        <w:spacing w:after="0" w:line="480" w:lineRule="auto"/>
        <w:ind w:firstLine="720"/>
        <w:rPr>
          <w:sz w:val="24"/>
          <w:szCs w:val="24"/>
        </w:rPr>
      </w:pPr>
      <w:r w:rsidRPr="00381443">
        <w:rPr>
          <w:sz w:val="24"/>
          <w:szCs w:val="24"/>
        </w:rPr>
        <w:t>Becka looked at pat and said “what did you say” in a creepy voice then she tackled pat and pinned him to the ground she said “don’t you dare talk back to me”,</w:t>
      </w:r>
    </w:p>
    <w:p w:rsidR="00B00A26" w:rsidRPr="00381443" w:rsidRDefault="00B00A26" w:rsidP="00FA0F1F">
      <w:pPr>
        <w:spacing w:after="0" w:line="480" w:lineRule="auto"/>
        <w:ind w:firstLine="720"/>
        <w:rPr>
          <w:sz w:val="24"/>
          <w:szCs w:val="24"/>
        </w:rPr>
      </w:pPr>
      <w:r w:rsidRPr="00381443">
        <w:rPr>
          <w:sz w:val="24"/>
          <w:szCs w:val="24"/>
        </w:rPr>
        <w:t>“Calm down its okay and you are sassy”,</w:t>
      </w:r>
    </w:p>
    <w:p w:rsidR="00B00A26" w:rsidRPr="00381443" w:rsidRDefault="00B00A26" w:rsidP="00FA0F1F">
      <w:pPr>
        <w:spacing w:after="0" w:line="480" w:lineRule="auto"/>
        <w:ind w:firstLine="720"/>
        <w:rPr>
          <w:sz w:val="24"/>
          <w:szCs w:val="24"/>
        </w:rPr>
      </w:pPr>
      <w:r w:rsidRPr="00381443">
        <w:rPr>
          <w:sz w:val="24"/>
          <w:szCs w:val="24"/>
        </w:rPr>
        <w:t>“What did you say at the end”, becka said</w:t>
      </w:r>
    </w:p>
    <w:p w:rsidR="00B00A26" w:rsidRPr="00381443" w:rsidRDefault="00B00A26" w:rsidP="00FA0F1F">
      <w:pPr>
        <w:spacing w:after="0" w:line="480" w:lineRule="auto"/>
        <w:ind w:firstLine="720"/>
        <w:rPr>
          <w:sz w:val="24"/>
          <w:szCs w:val="24"/>
        </w:rPr>
      </w:pPr>
      <w:r w:rsidRPr="00381443">
        <w:rPr>
          <w:sz w:val="24"/>
          <w:szCs w:val="24"/>
        </w:rPr>
        <w:t>“Umm I said nothing”,</w:t>
      </w:r>
    </w:p>
    <w:p w:rsidR="00B00A26" w:rsidRPr="00381443" w:rsidRDefault="00B00A26" w:rsidP="00FA0F1F">
      <w:pPr>
        <w:spacing w:after="0" w:line="480" w:lineRule="auto"/>
        <w:ind w:firstLine="720"/>
        <w:rPr>
          <w:sz w:val="24"/>
          <w:szCs w:val="24"/>
        </w:rPr>
      </w:pPr>
      <w:r w:rsidRPr="00381443">
        <w:rPr>
          <w:sz w:val="24"/>
          <w:szCs w:val="24"/>
        </w:rPr>
        <w:t>“That’s what I thought” said becka in a calm voice</w:t>
      </w:r>
    </w:p>
    <w:p w:rsidR="00B00A26" w:rsidRPr="00381443" w:rsidRDefault="00B00A26" w:rsidP="00FA0F1F">
      <w:pPr>
        <w:spacing w:after="0" w:line="480" w:lineRule="auto"/>
        <w:ind w:firstLine="720"/>
        <w:rPr>
          <w:sz w:val="24"/>
          <w:szCs w:val="24"/>
        </w:rPr>
      </w:pPr>
      <w:r w:rsidRPr="00381443">
        <w:rPr>
          <w:sz w:val="24"/>
          <w:szCs w:val="24"/>
        </w:rPr>
        <w:t xml:space="preserve">“Okay now let’s get going”, I muttered and I thought to myself I knew pat thought the same by the way his face was I thought how we are going to live with her. So as soon as we went out of the tent there was a surprise party the chief said “don’t leave now without some fun my young ones by the way how old are you god keeth”, </w:t>
      </w:r>
    </w:p>
    <w:p w:rsidR="00B00A26" w:rsidRPr="00381443" w:rsidRDefault="00B00A26" w:rsidP="00FA0F1F">
      <w:pPr>
        <w:spacing w:after="0" w:line="480" w:lineRule="auto"/>
        <w:ind w:firstLine="720"/>
        <w:rPr>
          <w:sz w:val="24"/>
          <w:szCs w:val="24"/>
        </w:rPr>
      </w:pPr>
      <w:r w:rsidRPr="00381443">
        <w:rPr>
          <w:sz w:val="24"/>
          <w:szCs w:val="24"/>
        </w:rPr>
        <w:t xml:space="preserve">“We are six years old right now” </w:t>
      </w:r>
    </w:p>
    <w:p w:rsidR="00B00A26" w:rsidRPr="00381443" w:rsidRDefault="00B00A26" w:rsidP="00FA0F1F">
      <w:pPr>
        <w:spacing w:after="0" w:line="480" w:lineRule="auto"/>
        <w:ind w:firstLine="720"/>
        <w:rPr>
          <w:sz w:val="24"/>
          <w:szCs w:val="24"/>
        </w:rPr>
      </w:pPr>
      <w:r w:rsidRPr="00381443">
        <w:rPr>
          <w:sz w:val="24"/>
          <w:szCs w:val="24"/>
        </w:rPr>
        <w:t>Chief: “so let the fun begin”, currants open there were lights everywhere dancers, food, and Evan all the civilians were there.</w:t>
      </w:r>
    </w:p>
    <w:p w:rsidR="00B00A26" w:rsidRPr="00381443" w:rsidRDefault="00B00A26" w:rsidP="00FA0F1F">
      <w:pPr>
        <w:spacing w:after="0" w:line="480" w:lineRule="auto"/>
        <w:ind w:firstLine="720"/>
        <w:rPr>
          <w:sz w:val="24"/>
          <w:szCs w:val="24"/>
        </w:rPr>
      </w:pPr>
      <w:r w:rsidRPr="00381443">
        <w:rPr>
          <w:sz w:val="24"/>
          <w:szCs w:val="24"/>
        </w:rPr>
        <w:t xml:space="preserve">“Wow I said”, </w:t>
      </w:r>
    </w:p>
    <w:p w:rsidR="00B00A26" w:rsidRPr="00381443" w:rsidRDefault="00B00A26" w:rsidP="00FA0F1F">
      <w:pPr>
        <w:spacing w:after="0" w:line="480" w:lineRule="auto"/>
        <w:ind w:firstLine="720"/>
        <w:rPr>
          <w:sz w:val="24"/>
          <w:szCs w:val="24"/>
        </w:rPr>
      </w:pPr>
      <w:r w:rsidRPr="00381443">
        <w:rPr>
          <w:sz w:val="24"/>
          <w:szCs w:val="24"/>
        </w:rPr>
        <w:t>“Yep wow” becka and pat said at the same time”,</w:t>
      </w:r>
    </w:p>
    <w:p w:rsidR="00B00A26" w:rsidRPr="00381443" w:rsidRDefault="00B00A26" w:rsidP="00FA0F1F">
      <w:pPr>
        <w:spacing w:after="0" w:line="480" w:lineRule="auto"/>
        <w:ind w:firstLine="720"/>
        <w:rPr>
          <w:sz w:val="24"/>
          <w:szCs w:val="24"/>
        </w:rPr>
      </w:pPr>
      <w:r w:rsidRPr="00381443">
        <w:rPr>
          <w:sz w:val="24"/>
          <w:szCs w:val="24"/>
        </w:rPr>
        <w:t xml:space="preserve">“Come on little ones”, the chief said smiling he was big so he picked us up and carried us to this place. Chief of the shibo clan said “this is a special place” he went though this door and said there if you every need us use this and hold it up to the light it reflects the suns power to this bowl and reflects the north star which is right above us”,. </w:t>
      </w:r>
    </w:p>
    <w:p w:rsidR="00B00A26" w:rsidRPr="00381443" w:rsidRDefault="00B00A26" w:rsidP="00FA0F1F">
      <w:pPr>
        <w:spacing w:after="0" w:line="480" w:lineRule="auto"/>
        <w:ind w:firstLine="720"/>
        <w:rPr>
          <w:sz w:val="24"/>
          <w:szCs w:val="24"/>
        </w:rPr>
      </w:pPr>
      <w:r w:rsidRPr="00381443">
        <w:rPr>
          <w:sz w:val="24"/>
          <w:szCs w:val="24"/>
        </w:rPr>
        <w:t>“Sorry chief but we have to leave now were behind scatuwal”, I said</w:t>
      </w:r>
    </w:p>
    <w:p w:rsidR="00B00A26" w:rsidRPr="00381443" w:rsidRDefault="00B00A26" w:rsidP="00FA0F1F">
      <w:pPr>
        <w:spacing w:after="0" w:line="480" w:lineRule="auto"/>
        <w:ind w:firstLine="720"/>
        <w:rPr>
          <w:sz w:val="24"/>
          <w:szCs w:val="24"/>
        </w:rPr>
      </w:pPr>
      <w:r w:rsidRPr="00381443">
        <w:rPr>
          <w:sz w:val="24"/>
          <w:szCs w:val="24"/>
        </w:rPr>
        <w:t>“Okay the escorter is almost ready with supplies he will send you to an old friend and you’ll be fine from there”</w:t>
      </w:r>
    </w:p>
    <w:p w:rsidR="00B00A26" w:rsidRPr="00381443" w:rsidRDefault="00B00A26" w:rsidP="00FA0F1F">
      <w:pPr>
        <w:spacing w:after="0" w:line="480" w:lineRule="auto"/>
        <w:ind w:firstLine="720"/>
        <w:rPr>
          <w:sz w:val="24"/>
          <w:szCs w:val="24"/>
        </w:rPr>
      </w:pPr>
      <w:r w:rsidRPr="00381443">
        <w:rPr>
          <w:sz w:val="24"/>
          <w:szCs w:val="24"/>
        </w:rPr>
        <w:t xml:space="preserve">“Alright”, we said </w:t>
      </w:r>
    </w:p>
    <w:p w:rsidR="00B00A26" w:rsidRPr="00381443" w:rsidRDefault="00B00A26" w:rsidP="00FA0F1F">
      <w:pPr>
        <w:spacing w:after="0" w:line="480" w:lineRule="auto"/>
        <w:ind w:firstLine="720"/>
        <w:rPr>
          <w:sz w:val="24"/>
          <w:szCs w:val="24"/>
        </w:rPr>
      </w:pPr>
      <w:r w:rsidRPr="00381443">
        <w:rPr>
          <w:sz w:val="24"/>
          <w:szCs w:val="24"/>
        </w:rPr>
        <w:t xml:space="preserve">“Here’s the </w:t>
      </w:r>
      <w:r>
        <w:rPr>
          <w:sz w:val="24"/>
          <w:szCs w:val="24"/>
        </w:rPr>
        <w:t>esco</w:t>
      </w:r>
      <w:r w:rsidRPr="00381443">
        <w:rPr>
          <w:sz w:val="24"/>
          <w:szCs w:val="24"/>
        </w:rPr>
        <w:t xml:space="preserve">rter now he’s Greek so he knows the stars if it was the back of his hand”, chief said </w:t>
      </w:r>
    </w:p>
    <w:p w:rsidR="00B00A26" w:rsidRPr="00381443" w:rsidRDefault="00B00A26" w:rsidP="00FA0F1F">
      <w:pPr>
        <w:spacing w:after="0" w:line="480" w:lineRule="auto"/>
        <w:ind w:firstLine="720"/>
        <w:rPr>
          <w:sz w:val="24"/>
          <w:szCs w:val="24"/>
        </w:rPr>
      </w:pPr>
      <w:r w:rsidRPr="00381443">
        <w:rPr>
          <w:sz w:val="24"/>
          <w:szCs w:val="24"/>
        </w:rPr>
        <w:t>“Hello I’ll be leading you I’m</w:t>
      </w:r>
      <w:r>
        <w:rPr>
          <w:sz w:val="24"/>
          <w:szCs w:val="24"/>
        </w:rPr>
        <w:t xml:space="preserve"> Q</w:t>
      </w:r>
      <w:r w:rsidRPr="00381443">
        <w:rPr>
          <w:sz w:val="24"/>
          <w:szCs w:val="24"/>
        </w:rPr>
        <w:t>uwando and I am 67”</w:t>
      </w:r>
      <w:r>
        <w:rPr>
          <w:sz w:val="24"/>
          <w:szCs w:val="24"/>
        </w:rPr>
        <w:t>,</w:t>
      </w:r>
      <w:r w:rsidRPr="00381443">
        <w:rPr>
          <w:sz w:val="24"/>
          <w:szCs w:val="24"/>
        </w:rPr>
        <w:t xml:space="preserve">. </w:t>
      </w:r>
    </w:p>
    <w:p w:rsidR="00B00A26" w:rsidRPr="00381443" w:rsidRDefault="00B00A26" w:rsidP="00FA0F1F">
      <w:pPr>
        <w:spacing w:after="0" w:line="480" w:lineRule="auto"/>
        <w:ind w:firstLine="720"/>
        <w:rPr>
          <w:sz w:val="24"/>
          <w:szCs w:val="24"/>
        </w:rPr>
      </w:pPr>
      <w:r w:rsidRPr="00381443">
        <w:rPr>
          <w:sz w:val="24"/>
          <w:szCs w:val="24"/>
        </w:rPr>
        <w:t xml:space="preserve">“He’s a bit old don’t you think” I said </w:t>
      </w:r>
    </w:p>
    <w:p w:rsidR="00B00A26" w:rsidRPr="00381443" w:rsidRDefault="00B00A26" w:rsidP="00FA0F1F">
      <w:pPr>
        <w:spacing w:after="0" w:line="480" w:lineRule="auto"/>
        <w:ind w:firstLine="720"/>
        <w:rPr>
          <w:sz w:val="24"/>
          <w:szCs w:val="24"/>
        </w:rPr>
      </w:pPr>
      <w:r w:rsidRPr="00381443">
        <w:rPr>
          <w:sz w:val="24"/>
          <w:szCs w:val="24"/>
        </w:rPr>
        <w:t>“No no he’s great”, chief said in a confidante voice</w:t>
      </w:r>
    </w:p>
    <w:p w:rsidR="00B00A26" w:rsidRPr="00381443" w:rsidRDefault="00B00A26" w:rsidP="00FA0F1F">
      <w:pPr>
        <w:spacing w:after="0" w:line="480" w:lineRule="auto"/>
        <w:ind w:firstLine="720"/>
        <w:rPr>
          <w:sz w:val="24"/>
          <w:szCs w:val="24"/>
        </w:rPr>
      </w:pPr>
      <w:r w:rsidRPr="00381443">
        <w:rPr>
          <w:sz w:val="24"/>
          <w:szCs w:val="24"/>
        </w:rPr>
        <w:t>“So let’s get going were losing day light and wait we still need Alfred let’s get him”</w:t>
      </w:r>
    </w:p>
    <w:p w:rsidR="00B00A26" w:rsidRPr="00381443" w:rsidRDefault="00B00A26" w:rsidP="00FA0F1F">
      <w:pPr>
        <w:spacing w:after="0" w:line="480" w:lineRule="auto"/>
        <w:ind w:firstLine="720"/>
        <w:rPr>
          <w:sz w:val="24"/>
          <w:szCs w:val="24"/>
        </w:rPr>
      </w:pPr>
      <w:r w:rsidRPr="00381443">
        <w:rPr>
          <w:sz w:val="24"/>
          <w:szCs w:val="24"/>
        </w:rPr>
        <w:t>Chapter 5</w:t>
      </w:r>
    </w:p>
    <w:p w:rsidR="00B00A26" w:rsidRPr="00381443" w:rsidRDefault="00B00A26" w:rsidP="00FA0F1F">
      <w:pPr>
        <w:spacing w:after="0" w:line="480" w:lineRule="auto"/>
        <w:ind w:firstLine="720"/>
        <w:rPr>
          <w:sz w:val="24"/>
          <w:szCs w:val="24"/>
        </w:rPr>
      </w:pPr>
      <w:r w:rsidRPr="00381443">
        <w:rPr>
          <w:sz w:val="24"/>
          <w:szCs w:val="24"/>
        </w:rPr>
        <w:t>The journey of a life time</w:t>
      </w:r>
    </w:p>
    <w:p w:rsidR="00B00A26" w:rsidRPr="00381443" w:rsidRDefault="00B00A26" w:rsidP="00FA0F1F">
      <w:pPr>
        <w:spacing w:after="0" w:line="480" w:lineRule="auto"/>
        <w:ind w:firstLine="720"/>
        <w:rPr>
          <w:sz w:val="24"/>
          <w:szCs w:val="24"/>
        </w:rPr>
      </w:pPr>
      <w:r w:rsidRPr="00381443">
        <w:rPr>
          <w:sz w:val="24"/>
          <w:szCs w:val="24"/>
        </w:rPr>
        <w:t>So we walked to a door and we saw Alfred sleeping and guards poking him in the belly with sticks chief said “what is he. He looks like a white wolf but bigger”,</w:t>
      </w:r>
    </w:p>
    <w:p w:rsidR="00B00A26" w:rsidRPr="00381443" w:rsidRDefault="00B00A26" w:rsidP="00FA0F1F">
      <w:pPr>
        <w:spacing w:after="0" w:line="480" w:lineRule="auto"/>
        <w:ind w:firstLine="720"/>
        <w:rPr>
          <w:sz w:val="24"/>
          <w:szCs w:val="24"/>
        </w:rPr>
      </w:pPr>
      <w:r w:rsidRPr="00381443">
        <w:rPr>
          <w:sz w:val="24"/>
          <w:szCs w:val="24"/>
        </w:rPr>
        <w:t>“Stop that! He’s a demon the only nice one so let’s get going”,</w:t>
      </w:r>
    </w:p>
    <w:p w:rsidR="00B00A26" w:rsidRPr="00381443" w:rsidRDefault="00B00A26" w:rsidP="00FA0F1F">
      <w:pPr>
        <w:spacing w:after="0" w:line="480" w:lineRule="auto"/>
        <w:ind w:firstLine="720"/>
        <w:rPr>
          <w:sz w:val="24"/>
          <w:szCs w:val="24"/>
        </w:rPr>
      </w:pPr>
      <w:r w:rsidRPr="00381443">
        <w:rPr>
          <w:sz w:val="24"/>
          <w:szCs w:val="24"/>
        </w:rPr>
        <w:t>“So where off”, we said sadly while walking away</w:t>
      </w:r>
    </w:p>
    <w:p w:rsidR="00B00A26" w:rsidRPr="00381443" w:rsidRDefault="00B00A26" w:rsidP="00FA0F1F">
      <w:pPr>
        <w:spacing w:after="0" w:line="480" w:lineRule="auto"/>
        <w:ind w:firstLine="720"/>
        <w:rPr>
          <w:sz w:val="24"/>
          <w:szCs w:val="24"/>
        </w:rPr>
      </w:pPr>
      <w:r w:rsidRPr="00381443">
        <w:rPr>
          <w:sz w:val="24"/>
          <w:szCs w:val="24"/>
        </w:rPr>
        <w:t>“Remember what I said the chief shouted just follow the star”</w:t>
      </w:r>
    </w:p>
    <w:p w:rsidR="00B00A26" w:rsidRPr="00381443" w:rsidRDefault="00B00A26" w:rsidP="00FA0F1F">
      <w:pPr>
        <w:spacing w:after="0" w:line="480" w:lineRule="auto"/>
        <w:ind w:firstLine="720"/>
        <w:rPr>
          <w:sz w:val="24"/>
          <w:szCs w:val="24"/>
        </w:rPr>
      </w:pPr>
      <w:r w:rsidRPr="00381443">
        <w:rPr>
          <w:sz w:val="24"/>
          <w:szCs w:val="24"/>
        </w:rPr>
        <w:t>So as we went off we set of in the distance into the hot desert. We walked for days following stars and making tents to sleep in.</w:t>
      </w:r>
    </w:p>
    <w:p w:rsidR="00B00A26" w:rsidRPr="00381443" w:rsidRDefault="00B00A26" w:rsidP="00FA0F1F">
      <w:pPr>
        <w:spacing w:after="0" w:line="480" w:lineRule="auto"/>
        <w:ind w:firstLine="720"/>
        <w:rPr>
          <w:sz w:val="24"/>
          <w:szCs w:val="24"/>
        </w:rPr>
      </w:pPr>
      <w:r w:rsidRPr="00381443">
        <w:rPr>
          <w:sz w:val="24"/>
          <w:szCs w:val="24"/>
        </w:rPr>
        <w:t>I said “we haven’t come into any animals or demons”,</w:t>
      </w:r>
    </w:p>
    <w:p w:rsidR="00B00A26" w:rsidRPr="00381443" w:rsidRDefault="00B00A26" w:rsidP="00FA0F1F">
      <w:pPr>
        <w:spacing w:after="0" w:line="480" w:lineRule="auto"/>
        <w:ind w:firstLine="720"/>
        <w:rPr>
          <w:sz w:val="24"/>
          <w:szCs w:val="24"/>
        </w:rPr>
      </w:pPr>
      <w:r w:rsidRPr="00381443">
        <w:rPr>
          <w:sz w:val="24"/>
          <w:szCs w:val="24"/>
        </w:rPr>
        <w:t xml:space="preserve">“Don’t jinx it kid just be happy we didn’t said quwando. </w:t>
      </w:r>
    </w:p>
    <w:p w:rsidR="00B00A26" w:rsidRPr="00381443" w:rsidRDefault="00B00A26" w:rsidP="00FA0F1F">
      <w:pPr>
        <w:spacing w:after="0" w:line="480" w:lineRule="auto"/>
        <w:ind w:firstLine="720"/>
        <w:rPr>
          <w:sz w:val="24"/>
          <w:szCs w:val="24"/>
        </w:rPr>
      </w:pPr>
      <w:r w:rsidRPr="00381443">
        <w:rPr>
          <w:sz w:val="24"/>
          <w:szCs w:val="24"/>
        </w:rPr>
        <w:t>Get your sleep. First thing in tomorrow morning were leaving”</w:t>
      </w:r>
    </w:p>
    <w:p w:rsidR="00B00A26" w:rsidRPr="00381443" w:rsidRDefault="00B00A26" w:rsidP="00FA0F1F">
      <w:pPr>
        <w:spacing w:after="0" w:line="480" w:lineRule="auto"/>
        <w:ind w:firstLine="720"/>
        <w:rPr>
          <w:sz w:val="24"/>
          <w:szCs w:val="24"/>
        </w:rPr>
      </w:pPr>
      <w:r w:rsidRPr="00381443">
        <w:rPr>
          <w:sz w:val="24"/>
          <w:szCs w:val="24"/>
        </w:rPr>
        <w:t xml:space="preserve">Next morning we woke to an “ahhhhhhhh”, I walked out side with quwando and </w:t>
      </w:r>
      <w:r>
        <w:rPr>
          <w:sz w:val="24"/>
          <w:szCs w:val="24"/>
        </w:rPr>
        <w:t>B</w:t>
      </w:r>
      <w:r w:rsidRPr="00381443">
        <w:rPr>
          <w:sz w:val="24"/>
          <w:szCs w:val="24"/>
        </w:rPr>
        <w:t>ecka. “Wow what is that thing” is shouted”,</w:t>
      </w:r>
    </w:p>
    <w:p w:rsidR="00B00A26" w:rsidRPr="00381443" w:rsidRDefault="00B00A26" w:rsidP="00FA0F1F">
      <w:pPr>
        <w:spacing w:after="0" w:line="480" w:lineRule="auto"/>
        <w:ind w:firstLine="720"/>
        <w:rPr>
          <w:sz w:val="24"/>
          <w:szCs w:val="24"/>
        </w:rPr>
      </w:pPr>
      <w:r w:rsidRPr="00381443">
        <w:rPr>
          <w:sz w:val="24"/>
          <w:szCs w:val="24"/>
        </w:rPr>
        <w:t>“It’s a swcopo a giant scorpion said quwando its common in Greek butt there really deadly don’t move pat”.</w:t>
      </w:r>
    </w:p>
    <w:p w:rsidR="00B00A26" w:rsidRPr="00381443" w:rsidRDefault="00B00A26" w:rsidP="00FA0F1F">
      <w:pPr>
        <w:spacing w:after="0" w:line="480" w:lineRule="auto"/>
        <w:ind w:firstLine="720"/>
        <w:rPr>
          <w:sz w:val="24"/>
          <w:szCs w:val="24"/>
        </w:rPr>
      </w:pPr>
      <w:r w:rsidRPr="00381443">
        <w:rPr>
          <w:sz w:val="24"/>
          <w:szCs w:val="24"/>
        </w:rPr>
        <w:t>“Uhh okay”, pat said while he was shivering.</w:t>
      </w:r>
    </w:p>
    <w:p w:rsidR="00B00A26" w:rsidRPr="00381443" w:rsidRDefault="00B00A26" w:rsidP="00FA0F1F">
      <w:pPr>
        <w:spacing w:after="0" w:line="480" w:lineRule="auto"/>
        <w:ind w:firstLine="720"/>
        <w:rPr>
          <w:sz w:val="24"/>
          <w:szCs w:val="24"/>
        </w:rPr>
      </w:pPr>
      <w:r w:rsidRPr="00381443">
        <w:rPr>
          <w:sz w:val="24"/>
          <w:szCs w:val="24"/>
        </w:rPr>
        <w:t xml:space="preserve">“Just come back slowly on three,” quwando whispered </w:t>
      </w:r>
    </w:p>
    <w:p w:rsidR="00B00A26" w:rsidRPr="00381443" w:rsidRDefault="00B00A26" w:rsidP="00FA0F1F">
      <w:pPr>
        <w:spacing w:after="0" w:line="480" w:lineRule="auto"/>
        <w:ind w:firstLine="720"/>
        <w:rPr>
          <w:sz w:val="24"/>
          <w:szCs w:val="24"/>
        </w:rPr>
      </w:pPr>
      <w:r w:rsidRPr="00381443">
        <w:rPr>
          <w:sz w:val="24"/>
          <w:szCs w:val="24"/>
        </w:rPr>
        <w:t>“One two three I said three”, so quwando grabbed pat because he stood there in shock “go run kids just run take this map with you and just run”</w:t>
      </w:r>
    </w:p>
    <w:p w:rsidR="00B00A26" w:rsidRPr="00381443" w:rsidRDefault="00B00A26" w:rsidP="00FA0F1F">
      <w:pPr>
        <w:spacing w:after="0" w:line="480" w:lineRule="auto"/>
        <w:ind w:firstLine="720"/>
        <w:rPr>
          <w:sz w:val="24"/>
          <w:szCs w:val="24"/>
        </w:rPr>
      </w:pPr>
      <w:r w:rsidRPr="00381443">
        <w:rPr>
          <w:sz w:val="24"/>
          <w:szCs w:val="24"/>
        </w:rPr>
        <w:t>So we ran I was crying and said “No no more running its time to fight and save are friend,” so we ran back.</w:t>
      </w:r>
    </w:p>
    <w:p w:rsidR="00B00A26" w:rsidRPr="00381443" w:rsidRDefault="00B00A26" w:rsidP="00FA0F1F">
      <w:pPr>
        <w:spacing w:after="0" w:line="480" w:lineRule="auto"/>
        <w:ind w:firstLine="720"/>
        <w:rPr>
          <w:sz w:val="24"/>
          <w:szCs w:val="24"/>
        </w:rPr>
      </w:pPr>
      <w:r w:rsidRPr="00381443">
        <w:rPr>
          <w:sz w:val="24"/>
          <w:szCs w:val="24"/>
        </w:rPr>
        <w:t xml:space="preserve">“Ash,” quwando went flying into the sand. </w:t>
      </w:r>
      <w:r>
        <w:rPr>
          <w:sz w:val="24"/>
          <w:szCs w:val="24"/>
        </w:rPr>
        <w:t xml:space="preserve">“Come </w:t>
      </w:r>
      <w:r w:rsidRPr="00381443">
        <w:rPr>
          <w:sz w:val="24"/>
          <w:szCs w:val="24"/>
        </w:rPr>
        <w:t>on we have to work together on this,” I said screaming. “</w:t>
      </w:r>
      <w:r>
        <w:rPr>
          <w:sz w:val="24"/>
          <w:szCs w:val="24"/>
        </w:rPr>
        <w:t>P</w:t>
      </w:r>
      <w:r w:rsidRPr="00381443">
        <w:rPr>
          <w:sz w:val="24"/>
          <w:szCs w:val="24"/>
        </w:rPr>
        <w:t xml:space="preserve">at you go right I’ll go left </w:t>
      </w:r>
      <w:r>
        <w:rPr>
          <w:sz w:val="24"/>
          <w:szCs w:val="24"/>
        </w:rPr>
        <w:t>B</w:t>
      </w:r>
      <w:r w:rsidRPr="00381443">
        <w:rPr>
          <w:sz w:val="24"/>
          <w:szCs w:val="24"/>
        </w:rPr>
        <w:t xml:space="preserve">ecka im counting on you to take him when we attack his sides,” </w:t>
      </w:r>
    </w:p>
    <w:p w:rsidR="00B00A26" w:rsidRPr="00381443" w:rsidRDefault="00B00A26" w:rsidP="00FA0F1F">
      <w:pPr>
        <w:spacing w:after="0" w:line="480" w:lineRule="auto"/>
        <w:ind w:firstLine="720"/>
        <w:rPr>
          <w:sz w:val="24"/>
          <w:szCs w:val="24"/>
        </w:rPr>
      </w:pPr>
      <w:r w:rsidRPr="00381443">
        <w:rPr>
          <w:sz w:val="24"/>
          <w:szCs w:val="24"/>
        </w:rPr>
        <w:t xml:space="preserve">“Okay let’s take out this 15 foot scorpion out pat shouted,” </w:t>
      </w:r>
    </w:p>
    <w:p w:rsidR="00B00A26" w:rsidRPr="00381443" w:rsidRDefault="00B00A26" w:rsidP="00FA0F1F">
      <w:pPr>
        <w:spacing w:after="0" w:line="480" w:lineRule="auto"/>
        <w:ind w:firstLine="720"/>
        <w:rPr>
          <w:sz w:val="24"/>
          <w:szCs w:val="24"/>
        </w:rPr>
      </w:pPr>
      <w:r w:rsidRPr="00381443">
        <w:rPr>
          <w:sz w:val="24"/>
          <w:szCs w:val="24"/>
        </w:rPr>
        <w:t xml:space="preserve">“On three one two three” I said I went right pat went left the Scorpio got confused so then Becka went straight in the top then pulled out a sword and cut its head off. </w:t>
      </w:r>
    </w:p>
    <w:p w:rsidR="00B00A26" w:rsidRPr="00381443" w:rsidRDefault="00B00A26" w:rsidP="00FA0F1F">
      <w:pPr>
        <w:spacing w:after="0" w:line="480" w:lineRule="auto"/>
        <w:ind w:firstLine="720"/>
        <w:rPr>
          <w:sz w:val="24"/>
          <w:szCs w:val="24"/>
        </w:rPr>
      </w:pPr>
      <w:r w:rsidRPr="00381443">
        <w:rPr>
          <w:sz w:val="24"/>
          <w:szCs w:val="24"/>
        </w:rPr>
        <w:t>“Decapitation yeah that’s what you get,” I yelled</w:t>
      </w:r>
    </w:p>
    <w:p w:rsidR="00B00A26" w:rsidRPr="00381443" w:rsidRDefault="00B00A26" w:rsidP="00FA0F1F">
      <w:pPr>
        <w:spacing w:after="0" w:line="480" w:lineRule="auto"/>
        <w:ind w:firstLine="720"/>
        <w:rPr>
          <w:sz w:val="24"/>
          <w:szCs w:val="24"/>
        </w:rPr>
      </w:pPr>
      <w:r w:rsidRPr="00381443">
        <w:rPr>
          <w:sz w:val="24"/>
          <w:szCs w:val="24"/>
        </w:rPr>
        <w:t xml:space="preserve"> We quickly went to quwando. </w:t>
      </w:r>
    </w:p>
    <w:p w:rsidR="00B00A26" w:rsidRPr="00381443" w:rsidRDefault="00B00A26" w:rsidP="00FA0F1F">
      <w:pPr>
        <w:spacing w:after="0" w:line="480" w:lineRule="auto"/>
        <w:ind w:firstLine="720"/>
        <w:rPr>
          <w:sz w:val="24"/>
          <w:szCs w:val="24"/>
        </w:rPr>
      </w:pPr>
      <w:r w:rsidRPr="00381443">
        <w:rPr>
          <w:sz w:val="24"/>
          <w:szCs w:val="24"/>
        </w:rPr>
        <w:t>“Quwando your hurt,”! Pat said while pointing at the injury.</w:t>
      </w:r>
    </w:p>
    <w:p w:rsidR="00B00A26" w:rsidRPr="00381443" w:rsidRDefault="00B00A26" w:rsidP="00FA0F1F">
      <w:pPr>
        <w:spacing w:after="0" w:line="480" w:lineRule="auto"/>
        <w:ind w:firstLine="720"/>
        <w:rPr>
          <w:sz w:val="24"/>
          <w:szCs w:val="24"/>
        </w:rPr>
      </w:pPr>
      <w:r w:rsidRPr="00381443">
        <w:rPr>
          <w:sz w:val="24"/>
          <w:szCs w:val="24"/>
        </w:rPr>
        <w:t xml:space="preserve">“Yeah im eternally bleeding </w:t>
      </w:r>
    </w:p>
    <w:p w:rsidR="00B00A26" w:rsidRPr="00381443" w:rsidRDefault="00B00A26" w:rsidP="00FA0F1F">
      <w:pPr>
        <w:spacing w:after="0" w:line="480" w:lineRule="auto"/>
        <w:ind w:firstLine="720"/>
        <w:rPr>
          <w:sz w:val="24"/>
          <w:szCs w:val="24"/>
        </w:rPr>
      </w:pPr>
      <w:r w:rsidRPr="00381443">
        <w:rPr>
          <w:sz w:val="24"/>
          <w:szCs w:val="24"/>
        </w:rPr>
        <w:t>Quwando said while holding is hand over the mark.</w:t>
      </w:r>
    </w:p>
    <w:p w:rsidR="00B00A26" w:rsidRPr="00381443" w:rsidRDefault="00B00A26" w:rsidP="00FA0F1F">
      <w:pPr>
        <w:spacing w:after="0" w:line="480" w:lineRule="auto"/>
        <w:ind w:firstLine="720"/>
        <w:rPr>
          <w:sz w:val="24"/>
          <w:szCs w:val="24"/>
        </w:rPr>
      </w:pPr>
      <w:r w:rsidRPr="00381443">
        <w:rPr>
          <w:sz w:val="24"/>
          <w:szCs w:val="24"/>
        </w:rPr>
        <w:t>I don’t think I can make it kids I think you’ll have to go on your own,”</w:t>
      </w:r>
    </w:p>
    <w:p w:rsidR="00B00A26" w:rsidRPr="00381443" w:rsidRDefault="00B00A26" w:rsidP="00FA0F1F">
      <w:pPr>
        <w:spacing w:after="0" w:line="480" w:lineRule="auto"/>
        <w:ind w:firstLine="720"/>
        <w:rPr>
          <w:sz w:val="24"/>
          <w:szCs w:val="24"/>
        </w:rPr>
      </w:pPr>
      <w:r w:rsidRPr="00381443">
        <w:rPr>
          <w:sz w:val="24"/>
          <w:szCs w:val="24"/>
        </w:rPr>
        <w:t>“We can’t leave you here I said sobbing,”</w:t>
      </w:r>
    </w:p>
    <w:p w:rsidR="00B00A26" w:rsidRPr="00381443" w:rsidRDefault="00B00A26" w:rsidP="00FA0F1F">
      <w:pPr>
        <w:spacing w:after="0" w:line="480" w:lineRule="auto"/>
        <w:ind w:firstLine="720"/>
        <w:rPr>
          <w:sz w:val="24"/>
          <w:szCs w:val="24"/>
        </w:rPr>
      </w:pPr>
      <w:r w:rsidRPr="00381443">
        <w:rPr>
          <w:sz w:val="24"/>
          <w:szCs w:val="24"/>
        </w:rPr>
        <w:t>Go take this with you it will guild you out just go I know why you left the tribe that’s why I was going to come with you,”</w:t>
      </w:r>
    </w:p>
    <w:p w:rsidR="00B00A26" w:rsidRPr="00381443" w:rsidRDefault="00B00A26" w:rsidP="00FA0F1F">
      <w:pPr>
        <w:spacing w:after="0" w:line="480" w:lineRule="auto"/>
        <w:ind w:firstLine="720"/>
        <w:rPr>
          <w:sz w:val="24"/>
          <w:szCs w:val="24"/>
        </w:rPr>
      </w:pPr>
      <w:r w:rsidRPr="00381443">
        <w:rPr>
          <w:sz w:val="24"/>
          <w:szCs w:val="24"/>
        </w:rPr>
        <w:t>Chapter.4</w:t>
      </w:r>
    </w:p>
    <w:p w:rsidR="00B00A26" w:rsidRPr="00381443" w:rsidRDefault="00B00A26" w:rsidP="00FA0F1F">
      <w:pPr>
        <w:spacing w:after="0" w:line="480" w:lineRule="auto"/>
        <w:ind w:firstLine="720"/>
        <w:rPr>
          <w:sz w:val="24"/>
          <w:szCs w:val="24"/>
        </w:rPr>
      </w:pPr>
      <w:r w:rsidRPr="00381443">
        <w:rPr>
          <w:sz w:val="24"/>
          <w:szCs w:val="24"/>
        </w:rPr>
        <w:t>Another man lost and another gained</w:t>
      </w:r>
    </w:p>
    <w:p w:rsidR="00B00A26" w:rsidRPr="00381443" w:rsidRDefault="00B00A26" w:rsidP="00FA0F1F">
      <w:pPr>
        <w:spacing w:after="0" w:line="480" w:lineRule="auto"/>
        <w:ind w:firstLine="720"/>
        <w:rPr>
          <w:sz w:val="24"/>
          <w:szCs w:val="24"/>
        </w:rPr>
      </w:pPr>
      <w:r w:rsidRPr="00381443">
        <w:rPr>
          <w:sz w:val="24"/>
          <w:szCs w:val="24"/>
        </w:rPr>
        <w:t>“We have to take you,” pat said</w:t>
      </w:r>
    </w:p>
    <w:p w:rsidR="00B00A26" w:rsidRPr="00381443" w:rsidRDefault="00B00A26" w:rsidP="00FA0F1F">
      <w:pPr>
        <w:spacing w:after="0" w:line="480" w:lineRule="auto"/>
        <w:ind w:firstLine="720"/>
        <w:rPr>
          <w:sz w:val="24"/>
          <w:szCs w:val="24"/>
        </w:rPr>
      </w:pPr>
      <w:r w:rsidRPr="00381443">
        <w:rPr>
          <w:sz w:val="24"/>
          <w:szCs w:val="24"/>
        </w:rPr>
        <w:t>“No I’ll waste supplies and I’ll die if I go further I rather die here than out in the desert wondering around spending my last moments of my life,”</w:t>
      </w:r>
    </w:p>
    <w:p w:rsidR="00B00A26" w:rsidRPr="00381443" w:rsidRDefault="00B00A26" w:rsidP="00FA0F1F">
      <w:pPr>
        <w:spacing w:after="0" w:line="480" w:lineRule="auto"/>
        <w:ind w:firstLine="720"/>
        <w:rPr>
          <w:sz w:val="24"/>
          <w:szCs w:val="24"/>
        </w:rPr>
      </w:pPr>
      <w:r w:rsidRPr="00381443">
        <w:rPr>
          <w:sz w:val="24"/>
          <w:szCs w:val="24"/>
        </w:rPr>
        <w:t>“Okay becka said in a depressed voice”</w:t>
      </w:r>
    </w:p>
    <w:p w:rsidR="00B00A26" w:rsidRPr="00381443" w:rsidRDefault="00B00A26" w:rsidP="00FA0F1F">
      <w:pPr>
        <w:spacing w:after="0" w:line="480" w:lineRule="auto"/>
        <w:ind w:firstLine="720"/>
        <w:rPr>
          <w:sz w:val="24"/>
          <w:szCs w:val="24"/>
        </w:rPr>
      </w:pPr>
      <w:r w:rsidRPr="00381443">
        <w:rPr>
          <w:sz w:val="24"/>
          <w:szCs w:val="24"/>
        </w:rPr>
        <w:t xml:space="preserve">Pat starts walking with becka </w:t>
      </w:r>
    </w:p>
    <w:p w:rsidR="00B00A26" w:rsidRPr="00381443" w:rsidRDefault="00B00A26" w:rsidP="00FA0F1F">
      <w:pPr>
        <w:spacing w:after="0" w:line="480" w:lineRule="auto"/>
        <w:ind w:firstLine="720"/>
        <w:rPr>
          <w:sz w:val="24"/>
          <w:szCs w:val="24"/>
        </w:rPr>
      </w:pPr>
      <w:r w:rsidRPr="00381443">
        <w:rPr>
          <w:sz w:val="24"/>
          <w:szCs w:val="24"/>
        </w:rPr>
        <w:t>“No I can’t take this I don’t want to lose another person because of me,” I screamed</w:t>
      </w:r>
    </w:p>
    <w:p w:rsidR="00B00A26" w:rsidRPr="00381443" w:rsidRDefault="00B00A26" w:rsidP="00FA0F1F">
      <w:pPr>
        <w:spacing w:after="0" w:line="480" w:lineRule="auto"/>
        <w:ind w:firstLine="720"/>
        <w:rPr>
          <w:sz w:val="24"/>
          <w:szCs w:val="24"/>
        </w:rPr>
      </w:pPr>
      <w:r w:rsidRPr="00381443">
        <w:rPr>
          <w:sz w:val="24"/>
          <w:szCs w:val="24"/>
        </w:rPr>
        <w:t>“It’s not your fault kid just go on,”</w:t>
      </w:r>
    </w:p>
    <w:p w:rsidR="00B00A26" w:rsidRPr="00381443" w:rsidRDefault="00B00A26" w:rsidP="00FA0F1F">
      <w:pPr>
        <w:spacing w:after="0" w:line="480" w:lineRule="auto"/>
        <w:ind w:firstLine="720"/>
        <w:rPr>
          <w:sz w:val="24"/>
          <w:szCs w:val="24"/>
        </w:rPr>
      </w:pPr>
      <w:r w:rsidRPr="00381443">
        <w:rPr>
          <w:sz w:val="24"/>
          <w:szCs w:val="24"/>
        </w:rPr>
        <w:t>“No” I said while giving him a necklace</w:t>
      </w:r>
    </w:p>
    <w:p w:rsidR="00B00A26" w:rsidRPr="00381443" w:rsidRDefault="00B00A26" w:rsidP="00FA0F1F">
      <w:pPr>
        <w:spacing w:after="0" w:line="480" w:lineRule="auto"/>
        <w:ind w:firstLine="720"/>
        <w:rPr>
          <w:sz w:val="24"/>
          <w:szCs w:val="24"/>
        </w:rPr>
      </w:pPr>
      <w:r w:rsidRPr="00381443">
        <w:rPr>
          <w:sz w:val="24"/>
          <w:szCs w:val="24"/>
        </w:rPr>
        <w:t xml:space="preserve">“What’s this,” quwando said </w:t>
      </w:r>
    </w:p>
    <w:p w:rsidR="00B00A26" w:rsidRPr="00381443" w:rsidRDefault="00B00A26" w:rsidP="00FA0F1F">
      <w:pPr>
        <w:spacing w:after="0" w:line="480" w:lineRule="auto"/>
        <w:ind w:firstLine="720"/>
        <w:rPr>
          <w:sz w:val="24"/>
          <w:szCs w:val="24"/>
        </w:rPr>
      </w:pPr>
      <w:r w:rsidRPr="00381443">
        <w:rPr>
          <w:sz w:val="24"/>
          <w:szCs w:val="24"/>
        </w:rPr>
        <w:t>“I have another it’s so I’ll never forget today and you,”</w:t>
      </w:r>
    </w:p>
    <w:p w:rsidR="00B00A26" w:rsidRPr="00381443" w:rsidRDefault="00B00A26" w:rsidP="00FA0F1F">
      <w:pPr>
        <w:spacing w:after="0" w:line="480" w:lineRule="auto"/>
        <w:ind w:firstLine="720"/>
        <w:rPr>
          <w:sz w:val="24"/>
          <w:szCs w:val="24"/>
        </w:rPr>
      </w:pPr>
      <w:r w:rsidRPr="00381443">
        <w:rPr>
          <w:sz w:val="24"/>
          <w:szCs w:val="24"/>
        </w:rPr>
        <w:t xml:space="preserve">“Leave before another one comes” quwando yelled </w:t>
      </w:r>
    </w:p>
    <w:p w:rsidR="00B00A26" w:rsidRPr="00381443" w:rsidRDefault="00B00A26" w:rsidP="00FA0F1F">
      <w:pPr>
        <w:spacing w:after="0" w:line="480" w:lineRule="auto"/>
        <w:ind w:firstLine="720"/>
        <w:rPr>
          <w:sz w:val="24"/>
          <w:szCs w:val="24"/>
        </w:rPr>
      </w:pPr>
      <w:r w:rsidRPr="00381443">
        <w:rPr>
          <w:sz w:val="24"/>
          <w:szCs w:val="24"/>
        </w:rPr>
        <w:t>“No,” becka and pat grab me by the arm and drags me across the sand.</w:t>
      </w:r>
    </w:p>
    <w:p w:rsidR="00B00A26" w:rsidRPr="00381443" w:rsidRDefault="00B00A26" w:rsidP="00FA0F1F">
      <w:pPr>
        <w:spacing w:after="0" w:line="480" w:lineRule="auto"/>
        <w:ind w:firstLine="720"/>
        <w:rPr>
          <w:sz w:val="24"/>
          <w:szCs w:val="24"/>
        </w:rPr>
      </w:pPr>
      <w:r w:rsidRPr="00381443">
        <w:rPr>
          <w:sz w:val="24"/>
          <w:szCs w:val="24"/>
        </w:rPr>
        <w:t>“We have to go,” said becka</w:t>
      </w:r>
    </w:p>
    <w:p w:rsidR="00B00A26" w:rsidRPr="00381443" w:rsidRDefault="00B00A26" w:rsidP="00FA0F1F">
      <w:pPr>
        <w:spacing w:after="0" w:line="480" w:lineRule="auto"/>
        <w:ind w:firstLine="720"/>
        <w:rPr>
          <w:sz w:val="24"/>
          <w:szCs w:val="24"/>
        </w:rPr>
      </w:pPr>
      <w:r w:rsidRPr="00381443">
        <w:rPr>
          <w:sz w:val="24"/>
          <w:szCs w:val="24"/>
        </w:rPr>
        <w:t>We went on Alfred’s back and then So of we went again if it was like a family trying to find a home a permanent home but ever where they turned they just kept finding a temporary home. It was days for traveling following the stars it was a never ending chase to get out of there.  We went if like the wind was taking us days and days just walking and walking and I finally couldn’t feel my legs it was like it was and automatic thing that have just happened with my legs. We went until it was like the end of the world are feet finally dropped so we made camp and looked at each other like we were never going to get out of this prison of sand. It’s been a week before we have slept so we went down and slept we stayed there for about three days. We finally got out of are deep rest of sleep and got up we kept going and then we saw something I thought it was a mirage but I said to myself “I hear noise,” screaming happily there it is on the map the pyramids the pyramids of Giza and the other we screamed and we got of Alfred and ran as fast as we could. But there was no one there they have all moved the town was destroyed and every other thing was dust. As we traveled through the broken city we heard a crash and it came closer and closer quickly very quickly. It finally came it was three demon’s. We started to run we ran but they kept getting closer and closer breaking wrecking everything. “I think we lost them,” I said quietly we were corned there was walls on each side of use and then a dead end we so frightened then the demons stopped the crashing. So we walked over and bang bang. A plate have fallen from where we stepped it went flying up when pat steeped on it and it went up and fell. The demons finally found us. They were closing in.</w:t>
      </w:r>
      <w:r>
        <w:rPr>
          <w:sz w:val="24"/>
          <w:szCs w:val="24"/>
        </w:rPr>
        <w:t xml:space="preserve"> </w:t>
      </w:r>
      <w:r w:rsidRPr="00381443">
        <w:rPr>
          <w:sz w:val="24"/>
          <w:szCs w:val="24"/>
        </w:rPr>
        <w:t>I want</w:t>
      </w:r>
      <w:r>
        <w:rPr>
          <w:sz w:val="24"/>
          <w:szCs w:val="24"/>
        </w:rPr>
        <w:t>ed</w:t>
      </w:r>
      <w:r w:rsidRPr="00381443">
        <w:rPr>
          <w:sz w:val="24"/>
          <w:szCs w:val="24"/>
        </w:rPr>
        <w:t xml:space="preserve"> to scream I thought to myself are we going to die here just as the demons jumped in attack mood all I hear is bang bang bang I couldn’t hear it was like I have just got in a concussion all I see is pat and Becka are okay on the ground the demons are dead and a shadow coming out of the smoke from the bang from the direction of the demons. Then I blank out and fall to the ground… I woke up to the sun’s rays on me for so long and couldn’t open my eyes it was like I was blind and all I see is the moment I blanked out over and over again. I woke again seeing that that was a dream that couldn’t see I was awakened from a bucket of water in my face and a shadow towering over me. I stopped and tried to get up and my vision was clear. I saw a guy he had a black light cought, a white T-shirt, he had turquoise hair and a hat that was curved on one side and had a feather and black jeans with two pirate guns in his pocket slots on each side. “Ello mate my name is Carson what’s yours,” the teenager said I said</w:t>
      </w:r>
    </w:p>
    <w:p w:rsidR="00B00A26" w:rsidRPr="00381443" w:rsidRDefault="00B00A26" w:rsidP="00FA0F1F">
      <w:pPr>
        <w:spacing w:after="0" w:line="480" w:lineRule="auto"/>
        <w:ind w:firstLine="720"/>
        <w:rPr>
          <w:sz w:val="24"/>
          <w:szCs w:val="24"/>
        </w:rPr>
      </w:pPr>
      <w:r w:rsidRPr="00381443">
        <w:rPr>
          <w:sz w:val="24"/>
          <w:szCs w:val="24"/>
        </w:rPr>
        <w:t xml:space="preserve">“Im Keeth im six with my other friends pat and Becka WAIT WHERE ARE THEY?,”  </w:t>
      </w:r>
    </w:p>
    <w:p w:rsidR="00B00A26" w:rsidRPr="00381443" w:rsidRDefault="00B00A26" w:rsidP="00FA0F1F">
      <w:pPr>
        <w:spacing w:after="0" w:line="480" w:lineRule="auto"/>
        <w:ind w:firstLine="720"/>
        <w:rPr>
          <w:sz w:val="24"/>
          <w:szCs w:val="24"/>
        </w:rPr>
      </w:pPr>
      <w:r w:rsidRPr="00381443">
        <w:rPr>
          <w:sz w:val="24"/>
          <w:szCs w:val="24"/>
        </w:rPr>
        <w:t>“There fine I come from Australia what about you,”</w:t>
      </w:r>
    </w:p>
    <w:p w:rsidR="00B00A26" w:rsidRPr="00381443" w:rsidRDefault="00B00A26" w:rsidP="00FA0F1F">
      <w:pPr>
        <w:spacing w:after="0" w:line="480" w:lineRule="auto"/>
        <w:ind w:firstLine="720"/>
        <w:rPr>
          <w:sz w:val="24"/>
          <w:szCs w:val="24"/>
        </w:rPr>
      </w:pPr>
      <w:r w:rsidRPr="00381443">
        <w:rPr>
          <w:sz w:val="24"/>
          <w:szCs w:val="24"/>
        </w:rPr>
        <w:t>“From Brazil why do you ask and what happened,?”</w:t>
      </w:r>
    </w:p>
    <w:p w:rsidR="00B00A26" w:rsidRPr="00381443" w:rsidRDefault="00B00A26" w:rsidP="00FA0F1F">
      <w:pPr>
        <w:spacing w:after="0" w:line="480" w:lineRule="auto"/>
        <w:ind w:firstLine="720"/>
        <w:rPr>
          <w:sz w:val="24"/>
          <w:szCs w:val="24"/>
        </w:rPr>
      </w:pPr>
      <w:r w:rsidRPr="00381443">
        <w:rPr>
          <w:sz w:val="24"/>
          <w:szCs w:val="24"/>
        </w:rPr>
        <w:t>“You blacked out in shock from the demons and couldn’t handle the noxiy gas I put in my bullets when it hit the demons”,</w:t>
      </w:r>
    </w:p>
    <w:p w:rsidR="00B00A26" w:rsidRPr="00381443" w:rsidRDefault="00B00A26" w:rsidP="00FA0F1F">
      <w:pPr>
        <w:spacing w:after="0" w:line="480" w:lineRule="auto"/>
        <w:ind w:firstLine="720"/>
        <w:rPr>
          <w:sz w:val="24"/>
          <w:szCs w:val="24"/>
        </w:rPr>
      </w:pPr>
      <w:r w:rsidRPr="00381443">
        <w:rPr>
          <w:sz w:val="24"/>
          <w:szCs w:val="24"/>
        </w:rPr>
        <w:t>“Oh where are we and is there more of you,”</w:t>
      </w:r>
    </w:p>
    <w:p w:rsidR="00B00A26" w:rsidRPr="00381443" w:rsidRDefault="00B00A26" w:rsidP="00FA0F1F">
      <w:pPr>
        <w:spacing w:after="0" w:line="480" w:lineRule="auto"/>
        <w:ind w:firstLine="720"/>
        <w:rPr>
          <w:sz w:val="24"/>
          <w:szCs w:val="24"/>
        </w:rPr>
      </w:pPr>
      <w:r w:rsidRPr="00381443">
        <w:rPr>
          <w:sz w:val="24"/>
          <w:szCs w:val="24"/>
        </w:rPr>
        <w:t>No everyone from my home died im 14 now but I still survived I found a abounded pirate ship in the desert and I live in it I have a well next to it so I can have water,”</w:t>
      </w:r>
    </w:p>
    <w:p w:rsidR="00B00A26" w:rsidRPr="00381443" w:rsidRDefault="00B00A26" w:rsidP="00FA0F1F">
      <w:pPr>
        <w:spacing w:after="0" w:line="480" w:lineRule="auto"/>
        <w:ind w:firstLine="720"/>
        <w:rPr>
          <w:sz w:val="24"/>
          <w:szCs w:val="24"/>
        </w:rPr>
      </w:pPr>
      <w:r w:rsidRPr="00381443">
        <w:rPr>
          <w:sz w:val="24"/>
          <w:szCs w:val="24"/>
        </w:rPr>
        <w:t>“So are we in the ship now,”</w:t>
      </w:r>
    </w:p>
    <w:p w:rsidR="00B00A26" w:rsidRPr="00381443" w:rsidRDefault="00B00A26" w:rsidP="00FA0F1F">
      <w:pPr>
        <w:spacing w:after="0" w:line="480" w:lineRule="auto"/>
        <w:ind w:firstLine="720"/>
        <w:rPr>
          <w:sz w:val="24"/>
          <w:szCs w:val="24"/>
        </w:rPr>
      </w:pPr>
      <w:r w:rsidRPr="00381443">
        <w:rPr>
          <w:sz w:val="24"/>
          <w:szCs w:val="24"/>
        </w:rPr>
        <w:t>“Yes common take a look outside Keeth”</w:t>
      </w:r>
    </w:p>
    <w:p w:rsidR="00B00A26" w:rsidRPr="00381443" w:rsidRDefault="00B00A26" w:rsidP="00FA0F1F">
      <w:pPr>
        <w:spacing w:after="0" w:line="480" w:lineRule="auto"/>
        <w:ind w:firstLine="720"/>
        <w:rPr>
          <w:sz w:val="24"/>
          <w:szCs w:val="24"/>
        </w:rPr>
      </w:pPr>
      <w:r w:rsidRPr="00381443">
        <w:rPr>
          <w:sz w:val="24"/>
          <w:szCs w:val="24"/>
        </w:rPr>
        <w:t>“Okay”</w:t>
      </w:r>
    </w:p>
    <w:p w:rsidR="00B00A26" w:rsidRPr="00381443" w:rsidRDefault="00B00A26" w:rsidP="00FA0F1F">
      <w:pPr>
        <w:spacing w:after="0" w:line="480" w:lineRule="auto"/>
        <w:ind w:firstLine="720"/>
        <w:rPr>
          <w:sz w:val="24"/>
          <w:szCs w:val="24"/>
        </w:rPr>
      </w:pPr>
      <w:r w:rsidRPr="00381443">
        <w:rPr>
          <w:sz w:val="24"/>
          <w:szCs w:val="24"/>
        </w:rPr>
        <w:t xml:space="preserve">It looked like it’s been abandoned for century’s it was all broken but disguised in a way and it was the best place to live in the desert. </w:t>
      </w:r>
    </w:p>
    <w:p w:rsidR="00B00A26" w:rsidRPr="00381443" w:rsidRDefault="00B00A26" w:rsidP="00FA0F1F">
      <w:pPr>
        <w:spacing w:after="0" w:line="480" w:lineRule="auto"/>
        <w:ind w:firstLine="720"/>
        <w:rPr>
          <w:sz w:val="24"/>
          <w:szCs w:val="24"/>
        </w:rPr>
      </w:pPr>
      <w:r w:rsidRPr="00381443">
        <w:rPr>
          <w:sz w:val="24"/>
          <w:szCs w:val="24"/>
        </w:rPr>
        <w:t>“I can’t find my way out though I don’t understand how you and your friends did”</w:t>
      </w:r>
    </w:p>
    <w:p w:rsidR="00B00A26" w:rsidRPr="00381443" w:rsidRDefault="00B00A26" w:rsidP="00FA0F1F">
      <w:pPr>
        <w:spacing w:after="0" w:line="480" w:lineRule="auto"/>
        <w:ind w:firstLine="720"/>
        <w:rPr>
          <w:sz w:val="24"/>
          <w:szCs w:val="24"/>
        </w:rPr>
      </w:pPr>
      <w:r w:rsidRPr="00381443">
        <w:rPr>
          <w:sz w:val="24"/>
          <w:szCs w:val="24"/>
        </w:rPr>
        <w:t>“Don’t worry we have a map so should we be on are way,”?</w:t>
      </w:r>
    </w:p>
    <w:p w:rsidR="00B00A26" w:rsidRPr="00381443" w:rsidRDefault="00B00A26" w:rsidP="00FA0F1F">
      <w:pPr>
        <w:spacing w:after="0" w:line="480" w:lineRule="auto"/>
        <w:ind w:firstLine="720"/>
        <w:rPr>
          <w:sz w:val="24"/>
          <w:szCs w:val="24"/>
        </w:rPr>
      </w:pPr>
      <w:r w:rsidRPr="00381443">
        <w:rPr>
          <w:sz w:val="24"/>
          <w:szCs w:val="24"/>
        </w:rPr>
        <w:t>Yes that would be nice I’ve been living here for 2 years now nothing to eat but cactus</w:t>
      </w:r>
      <w:r>
        <w:rPr>
          <w:sz w:val="24"/>
          <w:szCs w:val="24"/>
        </w:rPr>
        <w:t>,</w:t>
      </w:r>
      <w:r w:rsidRPr="00381443">
        <w:rPr>
          <w:sz w:val="24"/>
          <w:szCs w:val="24"/>
        </w:rPr>
        <w:t xml:space="preserve"> bugs</w:t>
      </w:r>
      <w:r>
        <w:rPr>
          <w:sz w:val="24"/>
          <w:szCs w:val="24"/>
        </w:rPr>
        <w:t>,</w:t>
      </w:r>
      <w:r w:rsidRPr="00381443">
        <w:rPr>
          <w:sz w:val="24"/>
          <w:szCs w:val="24"/>
        </w:rPr>
        <w:t xml:space="preserve"> worms and water”</w:t>
      </w:r>
    </w:p>
    <w:p w:rsidR="00B00A26" w:rsidRPr="00381443" w:rsidRDefault="00B00A26" w:rsidP="00FA0F1F">
      <w:pPr>
        <w:spacing w:after="0" w:line="480" w:lineRule="auto"/>
        <w:ind w:firstLine="720"/>
        <w:rPr>
          <w:sz w:val="24"/>
          <w:szCs w:val="24"/>
        </w:rPr>
      </w:pPr>
      <w:r w:rsidRPr="00381443">
        <w:rPr>
          <w:sz w:val="24"/>
          <w:szCs w:val="24"/>
        </w:rPr>
        <w:t>Gross I said in my head thinking worms</w:t>
      </w:r>
    </w:p>
    <w:p w:rsidR="00B00A26" w:rsidRPr="00381443" w:rsidRDefault="00B00A26" w:rsidP="00FA0F1F">
      <w:pPr>
        <w:spacing w:after="0" w:line="480" w:lineRule="auto"/>
        <w:ind w:firstLine="720"/>
        <w:rPr>
          <w:sz w:val="24"/>
          <w:szCs w:val="24"/>
        </w:rPr>
      </w:pPr>
      <w:r w:rsidRPr="00381443">
        <w:rPr>
          <w:sz w:val="24"/>
          <w:szCs w:val="24"/>
        </w:rPr>
        <w:t>“Okay let’s go”</w:t>
      </w:r>
    </w:p>
    <w:p w:rsidR="00B00A26" w:rsidRPr="00381443" w:rsidRDefault="00B00A26" w:rsidP="00FA0F1F">
      <w:pPr>
        <w:spacing w:after="0" w:line="480" w:lineRule="auto"/>
        <w:ind w:firstLine="720"/>
        <w:rPr>
          <w:sz w:val="24"/>
          <w:szCs w:val="24"/>
        </w:rPr>
      </w:pPr>
      <w:r w:rsidRPr="00381443">
        <w:rPr>
          <w:sz w:val="24"/>
          <w:szCs w:val="24"/>
        </w:rPr>
        <w:t>Chapter 5</w:t>
      </w:r>
    </w:p>
    <w:p w:rsidR="00B00A26" w:rsidRPr="00381443" w:rsidRDefault="00B00A26" w:rsidP="00FA0F1F">
      <w:pPr>
        <w:spacing w:after="0" w:line="480" w:lineRule="auto"/>
        <w:ind w:firstLine="720"/>
        <w:rPr>
          <w:sz w:val="24"/>
          <w:szCs w:val="24"/>
        </w:rPr>
      </w:pPr>
      <w:r w:rsidRPr="00381443">
        <w:rPr>
          <w:sz w:val="24"/>
          <w:szCs w:val="24"/>
        </w:rPr>
        <w:t xml:space="preserve">Mysterious man </w:t>
      </w:r>
    </w:p>
    <w:p w:rsidR="00B00A26" w:rsidRPr="00381443" w:rsidRDefault="00B00A26" w:rsidP="00FA0F1F">
      <w:pPr>
        <w:spacing w:after="0" w:line="480" w:lineRule="auto"/>
        <w:ind w:firstLine="720"/>
        <w:rPr>
          <w:sz w:val="24"/>
          <w:szCs w:val="24"/>
        </w:rPr>
      </w:pPr>
      <w:r w:rsidRPr="00381443">
        <w:rPr>
          <w:sz w:val="24"/>
          <w:szCs w:val="24"/>
        </w:rPr>
        <w:t xml:space="preserve">We went and got becka and pat so then we were off again drifting to place to place home to home and each and every abandoned city. We kept going for hours day and night until we had to stop for food and water because it’s been a week. The weird thing was we actually saw normal animal not demon animals normal animals there was a pack of dears. So we went over by them and got the food they were eating of the bushes we got are canteens and got water. We so happy running and jumping that there was still hope out there we took off all are armor and ran around bear foot. I thought there’s still hope and I screamed it over and over again there’s still hope!!! </w:t>
      </w:r>
    </w:p>
    <w:p w:rsidR="00B00A26" w:rsidRPr="00381443" w:rsidRDefault="00B00A26" w:rsidP="00FA0F1F">
      <w:pPr>
        <w:spacing w:after="0" w:line="480" w:lineRule="auto"/>
        <w:ind w:firstLine="720"/>
        <w:rPr>
          <w:sz w:val="24"/>
          <w:szCs w:val="24"/>
        </w:rPr>
      </w:pPr>
      <w:r w:rsidRPr="00381443">
        <w:rPr>
          <w:sz w:val="24"/>
          <w:szCs w:val="24"/>
        </w:rPr>
        <w:t>“Calm down Keeth we still have to worry about other things let’s get the food and get out of here” Carson said in a serious voice.</w:t>
      </w:r>
    </w:p>
    <w:p w:rsidR="00B00A26" w:rsidRPr="00381443" w:rsidRDefault="00B00A26" w:rsidP="00FA0F1F">
      <w:pPr>
        <w:spacing w:after="0" w:line="480" w:lineRule="auto"/>
        <w:ind w:firstLine="720"/>
        <w:rPr>
          <w:sz w:val="24"/>
          <w:szCs w:val="24"/>
        </w:rPr>
      </w:pPr>
      <w:r>
        <w:rPr>
          <w:sz w:val="24"/>
          <w:szCs w:val="24"/>
        </w:rPr>
        <w:t>“Can’t we stay a lit"</w:t>
      </w:r>
      <w:r w:rsidRPr="00381443">
        <w:rPr>
          <w:sz w:val="24"/>
          <w:szCs w:val="24"/>
        </w:rPr>
        <w:t xml:space="preserve"> </w:t>
      </w:r>
      <w:r>
        <w:rPr>
          <w:sz w:val="24"/>
          <w:szCs w:val="24"/>
        </w:rPr>
        <w:t>FX</w:t>
      </w:r>
      <w:r w:rsidRPr="00381443">
        <w:rPr>
          <w:sz w:val="24"/>
          <w:szCs w:val="24"/>
        </w:rPr>
        <w:t>. RAAAR BANG BANG SHHOBONG   “ahh run there’s demons everywhere we have to run” pat said we soon  were in the out open instead of the woods the circled around us just as they were about to attack these five guys come out of nowhere there were in all black hoods and fast that we couldn’t identify them they were slaying the demons to save us there were about 50 demons and they still kept coming they were everywhere but it was weird there was one guy who stood there then he said “that’s enough I got this”</w:t>
      </w:r>
    </w:p>
    <w:p w:rsidR="00B00A26" w:rsidRPr="00381443" w:rsidRDefault="00B00A26" w:rsidP="00FA0F1F">
      <w:pPr>
        <w:spacing w:after="0" w:line="480" w:lineRule="auto"/>
        <w:ind w:firstLine="720"/>
        <w:rPr>
          <w:sz w:val="24"/>
          <w:szCs w:val="24"/>
        </w:rPr>
      </w:pPr>
      <w:r w:rsidRPr="00381443">
        <w:rPr>
          <w:sz w:val="24"/>
          <w:szCs w:val="24"/>
        </w:rPr>
        <w:t xml:space="preserve">“You sure boss” the other strange people said </w:t>
      </w:r>
    </w:p>
    <w:p w:rsidR="00B00A26" w:rsidRPr="00381443" w:rsidRDefault="00B00A26" w:rsidP="00FA0F1F">
      <w:pPr>
        <w:spacing w:after="0" w:line="480" w:lineRule="auto"/>
        <w:ind w:firstLine="720"/>
        <w:rPr>
          <w:sz w:val="24"/>
          <w:szCs w:val="24"/>
        </w:rPr>
      </w:pPr>
      <w:r w:rsidRPr="00381443">
        <w:rPr>
          <w:sz w:val="24"/>
          <w:szCs w:val="24"/>
        </w:rPr>
        <w:t xml:space="preserve">“I’m sure I know how to take care of my little bro,” they were amazing especially the one fighting alone in a blink of an eye he wiped them all out. We wonder who he was talking about pat or me or even Carson. Pat said “are you my big brother,” </w:t>
      </w:r>
    </w:p>
    <w:p w:rsidR="00B00A26" w:rsidRPr="00381443" w:rsidRDefault="00B00A26" w:rsidP="00FA0F1F">
      <w:pPr>
        <w:spacing w:after="0" w:line="480" w:lineRule="auto"/>
        <w:ind w:firstLine="720"/>
        <w:rPr>
          <w:sz w:val="24"/>
          <w:szCs w:val="24"/>
        </w:rPr>
      </w:pPr>
      <w:r w:rsidRPr="00381443">
        <w:rPr>
          <w:sz w:val="24"/>
          <w:szCs w:val="24"/>
        </w:rPr>
        <w:t>Sadly he said “no my real brother is keeth,”</w:t>
      </w:r>
    </w:p>
    <w:p w:rsidR="00B00A26" w:rsidRPr="00381443" w:rsidRDefault="00B00A26" w:rsidP="00FA0F1F">
      <w:pPr>
        <w:spacing w:after="0" w:line="480" w:lineRule="auto"/>
        <w:ind w:firstLine="720"/>
        <w:rPr>
          <w:sz w:val="24"/>
          <w:szCs w:val="24"/>
        </w:rPr>
      </w:pPr>
      <w:r w:rsidRPr="00381443">
        <w:rPr>
          <w:sz w:val="24"/>
          <w:szCs w:val="24"/>
        </w:rPr>
        <w:t>“W-what?,” I started to tear then poor my eyes out it was like the hole in my body from losing my family was suddenly closed again finally even seeing my brother for the first time.  He came over to me and said don’t cry I’m here now from when you didn’t know me.im so sorry I wasn’t there for you keeth so don’t cry,”</w:t>
      </w:r>
    </w:p>
    <w:p w:rsidR="00B00A26" w:rsidRPr="00381443" w:rsidRDefault="00B00A26" w:rsidP="00FA0F1F">
      <w:pPr>
        <w:spacing w:after="0" w:line="480" w:lineRule="auto"/>
        <w:ind w:firstLine="720"/>
        <w:rPr>
          <w:sz w:val="24"/>
          <w:szCs w:val="24"/>
        </w:rPr>
      </w:pPr>
      <w:r w:rsidRPr="00381443">
        <w:rPr>
          <w:sz w:val="24"/>
          <w:szCs w:val="24"/>
        </w:rPr>
        <w:t>“I’m not crying this is tears of joy I finally found my brother where were you all this time where?,”</w:t>
      </w:r>
    </w:p>
    <w:p w:rsidR="00B00A26" w:rsidRPr="00381443" w:rsidRDefault="00B00A26" w:rsidP="00FA0F1F">
      <w:pPr>
        <w:spacing w:after="0" w:line="480" w:lineRule="auto"/>
        <w:ind w:firstLine="720"/>
        <w:rPr>
          <w:sz w:val="24"/>
          <w:szCs w:val="24"/>
        </w:rPr>
      </w:pPr>
      <w:r w:rsidRPr="00381443">
        <w:rPr>
          <w:sz w:val="24"/>
          <w:szCs w:val="24"/>
        </w:rPr>
        <w:t>“I’m sorry it was a long time ago about 8 years ago it was that thing with the demons but somehow we were transported to a lost land. We fought all the demons we didn’t Evan know each other. Then we found out that it was just a scout ship sp we traveled and we finally seeing familiar things so we kept going were the road was I’m deeply sorry it was the cursed demons so we swear we would get every last one of them I thought you were dead but when I saw the note that was on mom and dad’s body I went on a search for you,”</w:t>
      </w:r>
    </w:p>
    <w:p w:rsidR="00B00A26" w:rsidRPr="00381443" w:rsidRDefault="00B00A26" w:rsidP="00FA0F1F">
      <w:pPr>
        <w:spacing w:after="0" w:line="480" w:lineRule="auto"/>
        <w:ind w:firstLine="720"/>
        <w:rPr>
          <w:sz w:val="24"/>
          <w:szCs w:val="24"/>
        </w:rPr>
      </w:pPr>
      <w:r w:rsidRPr="00381443">
        <w:rPr>
          <w:sz w:val="24"/>
          <w:szCs w:val="24"/>
        </w:rPr>
        <w:t>“Well I’m glad you’re here and I have a new family too with my friend pat and Becka. And what’s your name,”</w:t>
      </w:r>
    </w:p>
    <w:p w:rsidR="00B00A26" w:rsidRPr="00381443" w:rsidRDefault="00B00A26" w:rsidP="00FA0F1F">
      <w:pPr>
        <w:spacing w:after="0" w:line="480" w:lineRule="auto"/>
        <w:ind w:firstLine="720"/>
        <w:rPr>
          <w:sz w:val="24"/>
          <w:szCs w:val="24"/>
        </w:rPr>
      </w:pPr>
      <w:r w:rsidRPr="00381443">
        <w:rPr>
          <w:sz w:val="24"/>
          <w:szCs w:val="24"/>
        </w:rPr>
        <w:t>“My name is Lawrence I’m still sorry for those years how old are you now,”</w:t>
      </w:r>
    </w:p>
    <w:p w:rsidR="00B00A26" w:rsidRPr="00381443" w:rsidRDefault="00B00A26" w:rsidP="00FA0F1F">
      <w:pPr>
        <w:spacing w:after="0" w:line="480" w:lineRule="auto"/>
        <w:ind w:firstLine="720"/>
        <w:rPr>
          <w:sz w:val="24"/>
          <w:szCs w:val="24"/>
        </w:rPr>
      </w:pPr>
      <w:r w:rsidRPr="00381443">
        <w:rPr>
          <w:sz w:val="24"/>
          <w:szCs w:val="24"/>
        </w:rPr>
        <w:t>“Six we are all six except Carson he’s thirteen,”</w:t>
      </w:r>
    </w:p>
    <w:p w:rsidR="00B00A26" w:rsidRPr="00381443" w:rsidRDefault="00B00A26" w:rsidP="00FA0F1F">
      <w:pPr>
        <w:spacing w:after="0" w:line="480" w:lineRule="auto"/>
        <w:ind w:firstLine="720"/>
        <w:rPr>
          <w:sz w:val="24"/>
          <w:szCs w:val="24"/>
        </w:rPr>
      </w:pPr>
      <w:r w:rsidRPr="00381443">
        <w:rPr>
          <w:sz w:val="24"/>
          <w:szCs w:val="24"/>
        </w:rPr>
        <w:t>“That doesn’t matter at least your all safe and on top of that genna the only girl is beck’s sister and pats is rex then Pete and wood are Carson’s brothers.</w:t>
      </w:r>
    </w:p>
    <w:p w:rsidR="00B00A26" w:rsidRPr="00381443" w:rsidRDefault="00B00A26" w:rsidP="00FA0F1F">
      <w:pPr>
        <w:spacing w:after="0" w:line="480" w:lineRule="auto"/>
        <w:ind w:firstLine="720"/>
        <w:rPr>
          <w:sz w:val="24"/>
          <w:szCs w:val="24"/>
        </w:rPr>
      </w:pPr>
      <w:r w:rsidRPr="00381443">
        <w:rPr>
          <w:sz w:val="24"/>
          <w:szCs w:val="24"/>
        </w:rPr>
        <w:t>This is amazing it was a family reunion I was so happy we are all so happy it was a miracle. But it all stopped again.</w:t>
      </w:r>
    </w:p>
    <w:p w:rsidR="00B00A26" w:rsidRPr="00381443" w:rsidRDefault="00B00A26" w:rsidP="00D4245F">
      <w:pPr>
        <w:spacing w:after="0" w:line="480" w:lineRule="auto"/>
        <w:ind w:firstLine="720"/>
        <w:rPr>
          <w:sz w:val="24"/>
          <w:szCs w:val="24"/>
        </w:rPr>
      </w:pPr>
      <w:r w:rsidRPr="00381443">
        <w:rPr>
          <w:sz w:val="24"/>
          <w:szCs w:val="24"/>
        </w:rPr>
        <w:t>“Keeth KEETH! Calm down I’m sorry but”</w:t>
      </w:r>
      <w:r w:rsidRPr="00381443">
        <w:rPr>
          <w:sz w:val="24"/>
          <w:szCs w:val="24"/>
        </w:rPr>
        <w:br/>
        <w:t>“but what,”</w:t>
      </w:r>
    </w:p>
    <w:p w:rsidR="00B00A26" w:rsidRPr="00381443" w:rsidRDefault="00B00A26" w:rsidP="00D4245F">
      <w:pPr>
        <w:spacing w:after="0" w:line="480" w:lineRule="auto"/>
        <w:ind w:firstLine="720"/>
        <w:rPr>
          <w:sz w:val="24"/>
          <w:szCs w:val="24"/>
        </w:rPr>
      </w:pPr>
      <w:r w:rsidRPr="00381443">
        <w:rPr>
          <w:sz w:val="24"/>
          <w:szCs w:val="24"/>
        </w:rPr>
        <w:t>“Here,” Lawrence gives me a note</w:t>
      </w:r>
    </w:p>
    <w:p w:rsidR="00B00A26" w:rsidRPr="00381443" w:rsidRDefault="00B00A26" w:rsidP="00D4245F">
      <w:pPr>
        <w:spacing w:after="0" w:line="480" w:lineRule="auto"/>
        <w:ind w:firstLine="720"/>
        <w:rPr>
          <w:sz w:val="24"/>
          <w:szCs w:val="24"/>
        </w:rPr>
      </w:pPr>
      <w:r w:rsidRPr="00381443">
        <w:rPr>
          <w:sz w:val="24"/>
          <w:szCs w:val="24"/>
        </w:rPr>
        <w:t>“What’s this,”</w:t>
      </w:r>
      <w:r w:rsidRPr="00381443">
        <w:rPr>
          <w:sz w:val="24"/>
          <w:szCs w:val="24"/>
        </w:rPr>
        <w:br/>
        <w:t>“I’m sorry,”</w:t>
      </w:r>
      <w:r w:rsidRPr="00381443">
        <w:rPr>
          <w:sz w:val="24"/>
          <w:szCs w:val="24"/>
        </w:rPr>
        <w:br/>
        <w:t>They vanished and my brother said to me “I’ll see you again when you get big,”</w:t>
      </w:r>
    </w:p>
    <w:p w:rsidR="00B00A26" w:rsidRDefault="00B00A26" w:rsidP="00D4245F">
      <w:pPr>
        <w:spacing w:after="0" w:line="480" w:lineRule="auto"/>
        <w:rPr>
          <w:noProof/>
          <w:sz w:val="24"/>
          <w:szCs w:val="24"/>
        </w:rPr>
      </w:pPr>
      <w:r w:rsidRPr="00381443">
        <w:rPr>
          <w:sz w:val="24"/>
          <w:szCs w:val="24"/>
        </w:rPr>
        <w:tab/>
        <w:t>“No you can’t,” but he was already gone I started crying pouring my eyes out for hours until I was dehydrated so we read the note and it was a riddle so we sat down.</w:t>
      </w:r>
      <w:r>
        <w:rPr>
          <w:sz w:val="24"/>
          <w:szCs w:val="24"/>
        </w:rPr>
        <w:t xml:space="preserve"> When I read it </w:t>
      </w:r>
      <w:r w:rsidRPr="00381443">
        <w:rPr>
          <w:sz w:val="24"/>
          <w:szCs w:val="24"/>
        </w:rPr>
        <w:t xml:space="preserve"> </w:t>
      </w:r>
      <w:r>
        <w:rPr>
          <w:sz w:val="24"/>
          <w:szCs w:val="24"/>
        </w:rPr>
        <w:t xml:space="preserve">          It </w:t>
      </w:r>
      <w:r w:rsidRPr="00381443">
        <w:rPr>
          <w:sz w:val="24"/>
          <w:szCs w:val="24"/>
        </w:rPr>
        <w:t xml:space="preserve">said </w:t>
      </w:r>
      <w:r w:rsidRPr="00126773">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14.25pt;height:25.5pt;visibility:visible">
            <v:imagedata r:id="rId4" o:title=""/>
          </v:shape>
        </w:pict>
      </w:r>
      <w:r w:rsidRPr="00381443">
        <w:rPr>
          <w:sz w:val="24"/>
          <w:szCs w:val="24"/>
        </w:rPr>
        <w:t xml:space="preserve">it lies by the mountains of high cold sea where lies a beast of fire breathing it protects all of chosen but the ones who are </w:t>
      </w:r>
      <w:r>
        <w:rPr>
          <w:sz w:val="24"/>
          <w:szCs w:val="24"/>
        </w:rPr>
        <w:t>not</w:t>
      </w:r>
      <w:r w:rsidRPr="00381443">
        <w:rPr>
          <w:sz w:val="24"/>
          <w:szCs w:val="24"/>
        </w:rPr>
        <w:t xml:space="preserve"> are washed away. </w:t>
      </w:r>
      <w:r w:rsidRPr="00126773">
        <w:rPr>
          <w:noProof/>
          <w:sz w:val="24"/>
          <w:szCs w:val="24"/>
        </w:rPr>
        <w:pict>
          <v:shape id="Picture 1" o:spid="_x0000_i1026" type="#_x0000_t75" style="width:13.5pt;height:24pt;visibility:visible">
            <v:imagedata r:id="rId4" o:title=""/>
          </v:shape>
        </w:pict>
      </w:r>
      <w:r>
        <w:rPr>
          <w:noProof/>
          <w:sz w:val="24"/>
          <w:szCs w:val="24"/>
        </w:rPr>
        <w:t xml:space="preserve"> “ What does it mean why and what I grouled,” </w:t>
      </w:r>
    </w:p>
    <w:p w:rsidR="00B00A26" w:rsidRDefault="00B00A26" w:rsidP="00D4245F">
      <w:pPr>
        <w:spacing w:after="0" w:line="480" w:lineRule="auto"/>
        <w:rPr>
          <w:noProof/>
          <w:sz w:val="24"/>
          <w:szCs w:val="24"/>
        </w:rPr>
      </w:pPr>
      <w:r>
        <w:rPr>
          <w:noProof/>
          <w:sz w:val="24"/>
          <w:szCs w:val="24"/>
        </w:rPr>
        <w:t>“It’s a riddle maybe wehave to rearange the words to make it fit something,”carson said while he stood up.</w:t>
      </w:r>
    </w:p>
    <w:p w:rsidR="00B00A26" w:rsidRDefault="00B00A26" w:rsidP="00D4245F">
      <w:pPr>
        <w:spacing w:after="0" w:line="480" w:lineRule="auto"/>
        <w:rPr>
          <w:noProof/>
          <w:sz w:val="24"/>
          <w:szCs w:val="24"/>
        </w:rPr>
      </w:pPr>
      <w:r>
        <w:rPr>
          <w:noProof/>
          <w:sz w:val="24"/>
          <w:szCs w:val="24"/>
        </w:rPr>
        <w:t>“yeah we have that back home,” said becka “umm here moutians cold mountains umm the acopolese moutains,”</w:t>
      </w:r>
    </w:p>
    <w:p w:rsidR="00B00A26" w:rsidRDefault="00B00A26" w:rsidP="00D4245F">
      <w:pPr>
        <w:spacing w:after="0" w:line="480" w:lineRule="auto"/>
        <w:rPr>
          <w:noProof/>
          <w:sz w:val="24"/>
          <w:szCs w:val="24"/>
        </w:rPr>
      </w:pPr>
      <w:r>
        <w:rPr>
          <w:noProof/>
          <w:sz w:val="24"/>
          <w:szCs w:val="24"/>
        </w:rPr>
        <w:t>Casron said “no its mount everest hey I did pay a tention in class you know”</w:t>
      </w:r>
    </w:p>
    <w:p w:rsidR="00B00A26" w:rsidRDefault="00B00A26" w:rsidP="00D4245F">
      <w:pPr>
        <w:spacing w:after="0" w:line="480" w:lineRule="auto"/>
        <w:rPr>
          <w:noProof/>
          <w:sz w:val="24"/>
          <w:szCs w:val="24"/>
        </w:rPr>
      </w:pPr>
      <w:r>
        <w:rPr>
          <w:noProof/>
          <w:sz w:val="24"/>
          <w:szCs w:val="24"/>
        </w:rPr>
        <w:t xml:space="preserve">Okay so we got that done high cold sea”s theres no sea there though wait some pepole say swimming is like flying so its flying but it dosent make any sense,”I mutterd </w:t>
      </w:r>
    </w:p>
    <w:p w:rsidR="00B00A26" w:rsidRDefault="00B00A26" w:rsidP="006B015D">
      <w:pPr>
        <w:spacing w:after="0" w:line="480" w:lineRule="auto"/>
        <w:rPr>
          <w:sz w:val="24"/>
          <w:szCs w:val="24"/>
        </w:rPr>
      </w:pPr>
      <w:r>
        <w:rPr>
          <w:noProof/>
          <w:sz w:val="24"/>
          <w:szCs w:val="24"/>
        </w:rPr>
        <w:t xml:space="preserve">“yes it does it’s a beast </w:t>
      </w:r>
      <w:r>
        <w:rPr>
          <w:sz w:val="24"/>
          <w:szCs w:val="24"/>
        </w:rPr>
        <w:t>That live on MT. Everest it fly’s and picks the chosen ones to survive. “It’s it’s a,”</w:t>
      </w:r>
      <w:r>
        <w:rPr>
          <w:sz w:val="24"/>
          <w:szCs w:val="24"/>
        </w:rPr>
        <w:br/>
        <w:t xml:space="preserve">“spit it out Keeth what is it,” pat said </w:t>
      </w:r>
    </w:p>
    <w:p w:rsidR="00B00A26" w:rsidRDefault="00B00A26" w:rsidP="006B015D">
      <w:pPr>
        <w:spacing w:after="0" w:line="480" w:lineRule="auto"/>
        <w:rPr>
          <w:sz w:val="24"/>
          <w:szCs w:val="24"/>
        </w:rPr>
      </w:pPr>
      <w:r>
        <w:rPr>
          <w:sz w:val="24"/>
          <w:szCs w:val="24"/>
        </w:rPr>
        <w:t>“It’s a dragon,”</w:t>
      </w:r>
    </w:p>
    <w:p w:rsidR="00B00A26" w:rsidRDefault="00B00A26" w:rsidP="006B015D">
      <w:pPr>
        <w:spacing w:after="0" w:line="480" w:lineRule="auto"/>
        <w:rPr>
          <w:sz w:val="24"/>
          <w:szCs w:val="24"/>
        </w:rPr>
      </w:pPr>
      <w:r>
        <w:rPr>
          <w:sz w:val="24"/>
          <w:szCs w:val="24"/>
        </w:rPr>
        <w:t>“WWHHAaattt!?”</w:t>
      </w:r>
    </w:p>
    <w:p w:rsidR="00B00A26" w:rsidRPr="00381443" w:rsidRDefault="00B00A26" w:rsidP="006B015D">
      <w:pPr>
        <w:spacing w:after="0" w:line="480" w:lineRule="auto"/>
        <w:rPr>
          <w:noProof/>
          <w:sz w:val="24"/>
          <w:szCs w:val="24"/>
        </w:rPr>
      </w:pPr>
      <w:r>
        <w:rPr>
          <w:sz w:val="24"/>
          <w:szCs w:val="24"/>
        </w:rPr>
        <w:t xml:space="preserve">“Yeah it fly’s breaths fire </w:t>
      </w:r>
      <w:bookmarkStart w:id="0" w:name="_GoBack"/>
      <w:bookmarkEnd w:id="0"/>
      <w:r>
        <w:rPr>
          <w:sz w:val="24"/>
          <w:szCs w:val="24"/>
        </w:rPr>
        <w:t>big beast with and it lives in the hidden</w:t>
      </w:r>
    </w:p>
    <w:sectPr w:rsidR="00B00A26" w:rsidRPr="00381443" w:rsidSect="00E461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7A8C"/>
    <w:rsid w:val="00007328"/>
    <w:rsid w:val="00056F22"/>
    <w:rsid w:val="000732B4"/>
    <w:rsid w:val="00074C49"/>
    <w:rsid w:val="000F1C05"/>
    <w:rsid w:val="00111950"/>
    <w:rsid w:val="00126773"/>
    <w:rsid w:val="001347ED"/>
    <w:rsid w:val="00171967"/>
    <w:rsid w:val="00176659"/>
    <w:rsid w:val="00190386"/>
    <w:rsid w:val="001A7371"/>
    <w:rsid w:val="001F514A"/>
    <w:rsid w:val="00200CB9"/>
    <w:rsid w:val="002153BC"/>
    <w:rsid w:val="00265B07"/>
    <w:rsid w:val="002970F2"/>
    <w:rsid w:val="002C12A3"/>
    <w:rsid w:val="00327F45"/>
    <w:rsid w:val="00361278"/>
    <w:rsid w:val="00381443"/>
    <w:rsid w:val="0039219B"/>
    <w:rsid w:val="00394947"/>
    <w:rsid w:val="003F621B"/>
    <w:rsid w:val="004100EE"/>
    <w:rsid w:val="00450E54"/>
    <w:rsid w:val="00453F00"/>
    <w:rsid w:val="00494A64"/>
    <w:rsid w:val="004B15CB"/>
    <w:rsid w:val="00510B6E"/>
    <w:rsid w:val="0052448F"/>
    <w:rsid w:val="00526E73"/>
    <w:rsid w:val="00527347"/>
    <w:rsid w:val="00553720"/>
    <w:rsid w:val="00573884"/>
    <w:rsid w:val="005839AB"/>
    <w:rsid w:val="005C57A8"/>
    <w:rsid w:val="005D0D81"/>
    <w:rsid w:val="005D2565"/>
    <w:rsid w:val="005F308D"/>
    <w:rsid w:val="005F4B94"/>
    <w:rsid w:val="006164DC"/>
    <w:rsid w:val="0062407A"/>
    <w:rsid w:val="0062676B"/>
    <w:rsid w:val="00656FE1"/>
    <w:rsid w:val="00657768"/>
    <w:rsid w:val="0069687F"/>
    <w:rsid w:val="006A71F8"/>
    <w:rsid w:val="006A7F95"/>
    <w:rsid w:val="006B015D"/>
    <w:rsid w:val="00746E8A"/>
    <w:rsid w:val="00755014"/>
    <w:rsid w:val="00764AC9"/>
    <w:rsid w:val="007A66B5"/>
    <w:rsid w:val="007B396B"/>
    <w:rsid w:val="007F66FB"/>
    <w:rsid w:val="00850026"/>
    <w:rsid w:val="008B3D34"/>
    <w:rsid w:val="008C46BE"/>
    <w:rsid w:val="008D41C7"/>
    <w:rsid w:val="008E3C01"/>
    <w:rsid w:val="008F0AE1"/>
    <w:rsid w:val="00901E8E"/>
    <w:rsid w:val="00925DE8"/>
    <w:rsid w:val="00977691"/>
    <w:rsid w:val="009A46FB"/>
    <w:rsid w:val="009B752E"/>
    <w:rsid w:val="009F6894"/>
    <w:rsid w:val="00A039A0"/>
    <w:rsid w:val="00A12E7D"/>
    <w:rsid w:val="00A907BB"/>
    <w:rsid w:val="00AD44C6"/>
    <w:rsid w:val="00AE688A"/>
    <w:rsid w:val="00AF7D78"/>
    <w:rsid w:val="00B004B3"/>
    <w:rsid w:val="00B00A26"/>
    <w:rsid w:val="00B4185E"/>
    <w:rsid w:val="00B72A25"/>
    <w:rsid w:val="00B97633"/>
    <w:rsid w:val="00BA0578"/>
    <w:rsid w:val="00C11CB7"/>
    <w:rsid w:val="00C2694C"/>
    <w:rsid w:val="00C27A8C"/>
    <w:rsid w:val="00C60927"/>
    <w:rsid w:val="00C7195C"/>
    <w:rsid w:val="00CC75BB"/>
    <w:rsid w:val="00CE757B"/>
    <w:rsid w:val="00CF203B"/>
    <w:rsid w:val="00CF54CD"/>
    <w:rsid w:val="00D24510"/>
    <w:rsid w:val="00D4245F"/>
    <w:rsid w:val="00D4441F"/>
    <w:rsid w:val="00D65D89"/>
    <w:rsid w:val="00D76B62"/>
    <w:rsid w:val="00D91110"/>
    <w:rsid w:val="00DB6898"/>
    <w:rsid w:val="00DF08CF"/>
    <w:rsid w:val="00E232CA"/>
    <w:rsid w:val="00E26E6F"/>
    <w:rsid w:val="00E41328"/>
    <w:rsid w:val="00E46130"/>
    <w:rsid w:val="00E73172"/>
    <w:rsid w:val="00E86DE0"/>
    <w:rsid w:val="00E9757C"/>
    <w:rsid w:val="00EE1216"/>
    <w:rsid w:val="00F41BA2"/>
    <w:rsid w:val="00F71F00"/>
    <w:rsid w:val="00F95F52"/>
    <w:rsid w:val="00FA0F1F"/>
    <w:rsid w:val="00FA17A6"/>
    <w:rsid w:val="00FC1CBA"/>
    <w:rsid w:val="00FD6DC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110"/>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F30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30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18</Pages>
  <Words>3664</Words>
  <Characters>20885</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Franklin Township School</cp:lastModifiedBy>
  <cp:revision>2</cp:revision>
  <cp:lastPrinted>2012-03-22T19:07:00Z</cp:lastPrinted>
  <dcterms:created xsi:type="dcterms:W3CDTF">2012-05-15T17:11:00Z</dcterms:created>
  <dcterms:modified xsi:type="dcterms:W3CDTF">2012-05-15T17:11:00Z</dcterms:modified>
</cp:coreProperties>
</file>